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B9074" w14:textId="77777777" w:rsidR="00000B42" w:rsidRPr="009B3B9A" w:rsidRDefault="00000B42" w:rsidP="00000B42">
      <w:pPr>
        <w:rPr>
          <w:rFonts w:ascii="Arial" w:hAnsi="Arial" w:cs="Arial"/>
        </w:rPr>
      </w:pPr>
      <w:r w:rsidRPr="009B3B9A">
        <w:rPr>
          <w:rFonts w:ascii="Arial" w:hAnsi="Arial" w:cs="Arial"/>
          <w:noProof/>
          <w:color w:val="000000"/>
          <w:sz w:val="27"/>
          <w:szCs w:val="27"/>
        </w:rPr>
        <w:drawing>
          <wp:inline distT="0" distB="0" distL="0" distR="0" wp14:anchorId="0A63EA60" wp14:editId="3623259D">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D66CF79" wp14:editId="6C32542F">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1D4793F" wp14:editId="2F3C4E90">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379EBAA3" wp14:editId="5F6ACE43">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1F77D262" wp14:editId="52CEBE9C">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14:paraId="64E1768C" w14:textId="77777777" w:rsidR="00A73D4C" w:rsidRPr="0045559E" w:rsidRDefault="00A73D4C" w:rsidP="00A73D4C">
      <w:pPr>
        <w:pStyle w:val="Fuzeile"/>
        <w:tabs>
          <w:tab w:val="left" w:pos="720"/>
        </w:tabs>
        <w:rPr>
          <w:rFonts w:ascii="Arial" w:hAnsi="Arial" w:cs="Arial"/>
          <w:b/>
          <w:sz w:val="20"/>
          <w:szCs w:val="20"/>
          <w:lang w:val="en-US" w:eastAsia="en-US"/>
        </w:rPr>
      </w:pPr>
    </w:p>
    <w:p w14:paraId="388DD2D8" w14:textId="77777777" w:rsidR="00A73D4C" w:rsidRPr="008554F7" w:rsidRDefault="00A73D4C" w:rsidP="00A73D4C">
      <w:pPr>
        <w:pStyle w:val="Fuzeile"/>
        <w:tabs>
          <w:tab w:val="left" w:pos="720"/>
        </w:tabs>
        <w:rPr>
          <w:rFonts w:ascii="Arial" w:hAnsi="Arial" w:cs="Arial"/>
          <w:b/>
          <w:sz w:val="20"/>
          <w:szCs w:val="20"/>
          <w:lang w:val="en-US" w:eastAsia="en-US"/>
        </w:rPr>
      </w:pPr>
      <w:r w:rsidRPr="008554F7">
        <w:rPr>
          <w:rFonts w:ascii="Arial" w:hAnsi="Arial" w:cs="Arial"/>
          <w:b/>
          <w:sz w:val="20"/>
          <w:szCs w:val="20"/>
          <w:lang w:val="en-US" w:eastAsia="en-US"/>
        </w:rPr>
        <w:t xml:space="preserve">Riedel Communications </w:t>
      </w:r>
      <w:proofErr w:type="spellStart"/>
      <w:r w:rsidRPr="008554F7">
        <w:rPr>
          <w:rFonts w:ascii="Arial" w:hAnsi="Arial" w:cs="Arial"/>
          <w:b/>
          <w:sz w:val="20"/>
          <w:szCs w:val="20"/>
          <w:lang w:val="en-US" w:eastAsia="en-US"/>
        </w:rPr>
        <w:t>Kontakt</w:t>
      </w:r>
      <w:proofErr w:type="spellEnd"/>
      <w:r w:rsidRPr="008554F7">
        <w:rPr>
          <w:rFonts w:ascii="Arial" w:hAnsi="Arial" w:cs="Arial"/>
          <w:b/>
          <w:sz w:val="20"/>
          <w:szCs w:val="20"/>
          <w:lang w:val="en-US" w:eastAsia="en-US"/>
        </w:rPr>
        <w:t>:</w:t>
      </w:r>
    </w:p>
    <w:p w14:paraId="33DE7738" w14:textId="77777777" w:rsidR="00A73D4C" w:rsidRPr="008554F7" w:rsidRDefault="002A1CB2" w:rsidP="00A73D4C">
      <w:pPr>
        <w:rPr>
          <w:rFonts w:ascii="Arial" w:hAnsi="Arial" w:cs="Arial"/>
          <w:sz w:val="20"/>
          <w:szCs w:val="20"/>
        </w:rPr>
      </w:pPr>
      <w:r w:rsidRPr="008554F7">
        <w:rPr>
          <w:rFonts w:ascii="Arial" w:hAnsi="Arial"/>
          <w:sz w:val="20"/>
          <w:szCs w:val="20"/>
        </w:rPr>
        <w:t xml:space="preserve">Serkan Güner </w:t>
      </w:r>
    </w:p>
    <w:p w14:paraId="78907582" w14:textId="77777777" w:rsidR="00A73D4C" w:rsidRPr="008554F7" w:rsidRDefault="00A73D4C" w:rsidP="00A73D4C">
      <w:pPr>
        <w:rPr>
          <w:rFonts w:ascii="Arial" w:hAnsi="Arial"/>
          <w:sz w:val="20"/>
          <w:szCs w:val="20"/>
        </w:rPr>
      </w:pPr>
      <w:r w:rsidRPr="008554F7">
        <w:rPr>
          <w:rFonts w:ascii="Arial" w:hAnsi="Arial"/>
          <w:sz w:val="20"/>
          <w:szCs w:val="20"/>
        </w:rPr>
        <w:t>Marketing and Communications</w:t>
      </w:r>
    </w:p>
    <w:p w14:paraId="58F8F815" w14:textId="77777777" w:rsidR="00A73D4C" w:rsidRPr="008554F7" w:rsidRDefault="00A73D4C" w:rsidP="00A73D4C">
      <w:pPr>
        <w:rPr>
          <w:rFonts w:ascii="Arial" w:hAnsi="Arial"/>
          <w:sz w:val="20"/>
          <w:szCs w:val="20"/>
          <w:lang w:val="de-DE"/>
        </w:rPr>
      </w:pPr>
      <w:r w:rsidRPr="008554F7">
        <w:rPr>
          <w:rFonts w:ascii="Arial" w:hAnsi="Arial" w:cs="Arial"/>
          <w:sz w:val="20"/>
          <w:szCs w:val="20"/>
          <w:lang w:val="de-DE"/>
        </w:rPr>
        <w:t xml:space="preserve">Tel: </w:t>
      </w:r>
      <w:r w:rsidR="002A1CB2" w:rsidRPr="008554F7">
        <w:rPr>
          <w:rFonts w:ascii="Arial" w:hAnsi="Arial" w:cs="Arial"/>
          <w:sz w:val="20"/>
          <w:szCs w:val="20"/>
          <w:lang w:val="de-DE"/>
        </w:rPr>
        <w:t>+</w:t>
      </w:r>
      <w:r w:rsidR="002A1CB2" w:rsidRPr="008554F7">
        <w:rPr>
          <w:sz w:val="20"/>
          <w:szCs w:val="20"/>
          <w:lang w:val="de-DE"/>
        </w:rPr>
        <w:t xml:space="preserve"> </w:t>
      </w:r>
      <w:r w:rsidR="002A1CB2" w:rsidRPr="008554F7">
        <w:rPr>
          <w:rFonts w:ascii="Arial" w:hAnsi="Arial"/>
          <w:sz w:val="20"/>
          <w:szCs w:val="20"/>
          <w:lang w:val="de-DE"/>
        </w:rPr>
        <w:t>49 (0) 174 339 24 48</w:t>
      </w:r>
    </w:p>
    <w:p w14:paraId="62522135" w14:textId="77777777" w:rsidR="00A73D4C" w:rsidRPr="008554F7" w:rsidRDefault="00A73D4C" w:rsidP="00AB0E3B">
      <w:pPr>
        <w:rPr>
          <w:rFonts w:ascii="Arial" w:hAnsi="Arial"/>
          <w:sz w:val="20"/>
          <w:szCs w:val="20"/>
          <w:lang w:val="de-DE"/>
        </w:rPr>
      </w:pPr>
      <w:r w:rsidRPr="008554F7">
        <w:rPr>
          <w:rFonts w:ascii="Arial" w:hAnsi="Arial" w:cs="Arial"/>
          <w:sz w:val="20"/>
          <w:szCs w:val="20"/>
          <w:lang w:val="de-DE"/>
        </w:rPr>
        <w:t>E</w:t>
      </w:r>
      <w:r w:rsidR="00284000" w:rsidRPr="008554F7">
        <w:rPr>
          <w:rFonts w:ascii="Arial" w:hAnsi="Arial" w:cs="Arial"/>
          <w:sz w:val="20"/>
          <w:szCs w:val="20"/>
          <w:lang w:val="de-DE"/>
        </w:rPr>
        <w:t>-Mail</w:t>
      </w:r>
      <w:r w:rsidRPr="008554F7">
        <w:rPr>
          <w:rFonts w:ascii="Arial" w:hAnsi="Arial" w:cs="Arial"/>
          <w:sz w:val="20"/>
          <w:szCs w:val="20"/>
          <w:lang w:val="de-DE"/>
        </w:rPr>
        <w:t xml:space="preserve">: </w:t>
      </w:r>
      <w:hyperlink r:id="rId20" w:history="1">
        <w:r w:rsidR="00C011BA" w:rsidRPr="008554F7">
          <w:rPr>
            <w:rStyle w:val="Hyperlink"/>
            <w:rFonts w:ascii="Arial" w:hAnsi="Arial"/>
            <w:sz w:val="20"/>
            <w:szCs w:val="20"/>
            <w:lang w:val="de-DE"/>
          </w:rPr>
          <w:t>press@riedel.net</w:t>
        </w:r>
      </w:hyperlink>
    </w:p>
    <w:p w14:paraId="03D0D775" w14:textId="77777777" w:rsidR="00C011BA" w:rsidRPr="008554F7" w:rsidRDefault="00C011BA" w:rsidP="008554F7">
      <w:pPr>
        <w:rPr>
          <w:rFonts w:ascii="Arial" w:hAnsi="Arial" w:cs="Arial"/>
          <w:sz w:val="32"/>
          <w:szCs w:val="32"/>
          <w:highlight w:val="yellow"/>
          <w:lang w:val="de-DE"/>
        </w:rPr>
      </w:pPr>
    </w:p>
    <w:p w14:paraId="7DE657E0" w14:textId="09B1710D" w:rsidR="00141012" w:rsidRPr="008554F7" w:rsidRDefault="00D43BA6" w:rsidP="008554F7">
      <w:pPr>
        <w:pStyle w:val="paragraph"/>
        <w:spacing w:before="0" w:beforeAutospacing="0" w:after="0" w:afterAutospacing="0"/>
        <w:ind w:right="-90"/>
        <w:jc w:val="center"/>
        <w:textAlignment w:val="baseline"/>
        <w:rPr>
          <w:rFonts w:ascii="Arial" w:hAnsi="Arial" w:cs="Arial"/>
          <w:b/>
          <w:bCs/>
          <w:sz w:val="32"/>
          <w:szCs w:val="32"/>
        </w:rPr>
      </w:pPr>
      <w:r w:rsidRPr="008554F7">
        <w:rPr>
          <w:rFonts w:ascii="Arial" w:hAnsi="Arial" w:cs="Arial"/>
          <w:b/>
          <w:bCs/>
          <w:sz w:val="32"/>
          <w:szCs w:val="32"/>
        </w:rPr>
        <w:t xml:space="preserve">Riedel und Media Tailor liefern </w:t>
      </w:r>
      <w:r w:rsidR="358ACEF4" w:rsidRPr="008554F7">
        <w:rPr>
          <w:rFonts w:ascii="Arial" w:hAnsi="Arial" w:cs="Arial"/>
          <w:b/>
          <w:bCs/>
          <w:sz w:val="32"/>
          <w:szCs w:val="32"/>
        </w:rPr>
        <w:t xml:space="preserve">integrierte </w:t>
      </w:r>
      <w:r w:rsidRPr="008554F7">
        <w:rPr>
          <w:rFonts w:ascii="Arial" w:hAnsi="Arial" w:cs="Arial"/>
          <w:b/>
          <w:bCs/>
          <w:sz w:val="32"/>
          <w:szCs w:val="32"/>
        </w:rPr>
        <w:t xml:space="preserve">Broadcast- und AV-Infrastruktur für das Kreuzfahrtschiff „Star </w:t>
      </w:r>
      <w:proofErr w:type="spellStart"/>
      <w:r w:rsidRPr="008554F7">
        <w:rPr>
          <w:rFonts w:ascii="Arial" w:hAnsi="Arial" w:cs="Arial"/>
          <w:b/>
          <w:bCs/>
          <w:sz w:val="32"/>
          <w:szCs w:val="32"/>
        </w:rPr>
        <w:t>of</w:t>
      </w:r>
      <w:proofErr w:type="spellEnd"/>
      <w:r w:rsidRPr="008554F7">
        <w:rPr>
          <w:rFonts w:ascii="Arial" w:hAnsi="Arial" w:cs="Arial"/>
          <w:b/>
          <w:bCs/>
          <w:sz w:val="32"/>
          <w:szCs w:val="32"/>
        </w:rPr>
        <w:t xml:space="preserve"> </w:t>
      </w:r>
      <w:proofErr w:type="spellStart"/>
      <w:r w:rsidRPr="008554F7">
        <w:rPr>
          <w:rFonts w:ascii="Arial" w:hAnsi="Arial" w:cs="Arial"/>
          <w:b/>
          <w:bCs/>
          <w:sz w:val="32"/>
          <w:szCs w:val="32"/>
        </w:rPr>
        <w:t>the</w:t>
      </w:r>
      <w:proofErr w:type="spellEnd"/>
      <w:r w:rsidRPr="008554F7">
        <w:rPr>
          <w:rFonts w:ascii="Arial" w:hAnsi="Arial" w:cs="Arial"/>
          <w:b/>
          <w:bCs/>
          <w:sz w:val="32"/>
          <w:szCs w:val="32"/>
        </w:rPr>
        <w:t xml:space="preserve"> Seas” der Royal Caribbean</w:t>
      </w:r>
    </w:p>
    <w:p w14:paraId="08C62B4F" w14:textId="3D66AD2F" w:rsidR="00141012" w:rsidRPr="008554F7" w:rsidRDefault="00141012" w:rsidP="008554F7">
      <w:pPr>
        <w:pStyle w:val="paragraph"/>
        <w:spacing w:before="0" w:beforeAutospacing="0" w:after="0" w:afterAutospacing="0"/>
        <w:ind w:right="-90"/>
        <w:jc w:val="center"/>
        <w:textAlignment w:val="baseline"/>
        <w:rPr>
          <w:rFonts w:ascii="Arial" w:hAnsi="Arial" w:cs="Arial"/>
          <w:b/>
          <w:bCs/>
          <w:i/>
          <w:iCs/>
          <w:sz w:val="32"/>
          <w:szCs w:val="32"/>
        </w:rPr>
      </w:pPr>
    </w:p>
    <w:p w14:paraId="2867E323" w14:textId="37A7461B" w:rsidR="001F3F53" w:rsidRPr="001F3F53" w:rsidRDefault="7B70FE70" w:rsidP="008554F7">
      <w:pPr>
        <w:spacing w:line="360" w:lineRule="auto"/>
        <w:rPr>
          <w:rFonts w:ascii="Arial" w:hAnsi="Arial" w:cs="Arial"/>
          <w:sz w:val="22"/>
          <w:szCs w:val="22"/>
          <w:lang w:val="de-DE"/>
        </w:rPr>
      </w:pPr>
      <w:r w:rsidRPr="62C4A961">
        <w:rPr>
          <w:rStyle w:val="normaltextrun"/>
          <w:rFonts w:ascii="Arial" w:eastAsia="Arial" w:hAnsi="Arial" w:cs="Arial"/>
          <w:b/>
          <w:bCs/>
          <w:sz w:val="22"/>
          <w:szCs w:val="22"/>
          <w:lang w:val="de-DE"/>
        </w:rPr>
        <w:t xml:space="preserve">Wuppertal, </w:t>
      </w:r>
      <w:r w:rsidR="00B576A8">
        <w:rPr>
          <w:rStyle w:val="normaltextrun"/>
          <w:rFonts w:ascii="Arial" w:eastAsia="Arial" w:hAnsi="Arial" w:cs="Arial"/>
          <w:b/>
          <w:bCs/>
          <w:sz w:val="22"/>
          <w:szCs w:val="22"/>
          <w:lang w:val="de-DE"/>
        </w:rPr>
        <w:t>27</w:t>
      </w:r>
      <w:r w:rsidR="6E7CB156" w:rsidRPr="62C4A961">
        <w:rPr>
          <w:rStyle w:val="normaltextrun"/>
          <w:rFonts w:ascii="Arial" w:eastAsia="Arial" w:hAnsi="Arial" w:cs="Arial"/>
          <w:b/>
          <w:bCs/>
          <w:sz w:val="22"/>
          <w:szCs w:val="22"/>
          <w:lang w:val="de-DE"/>
        </w:rPr>
        <w:t xml:space="preserve">. </w:t>
      </w:r>
      <w:r w:rsidR="001F3F53" w:rsidRPr="62C4A961">
        <w:rPr>
          <w:rStyle w:val="normaltextrun"/>
          <w:rFonts w:ascii="Arial" w:eastAsia="Arial" w:hAnsi="Arial" w:cs="Arial"/>
          <w:b/>
          <w:bCs/>
          <w:sz w:val="22"/>
          <w:szCs w:val="22"/>
          <w:lang w:val="de-DE"/>
        </w:rPr>
        <w:t>Januar</w:t>
      </w:r>
      <w:r w:rsidR="6E7CB156" w:rsidRPr="62C4A961">
        <w:rPr>
          <w:rStyle w:val="normaltextrun"/>
          <w:rFonts w:ascii="Arial" w:eastAsia="Arial" w:hAnsi="Arial" w:cs="Arial"/>
          <w:b/>
          <w:bCs/>
          <w:sz w:val="22"/>
          <w:szCs w:val="22"/>
          <w:lang w:val="de-DE"/>
        </w:rPr>
        <w:t xml:space="preserve">, </w:t>
      </w:r>
      <w:r w:rsidR="001F3F53" w:rsidRPr="62C4A961">
        <w:rPr>
          <w:rStyle w:val="normaltextrun"/>
          <w:rFonts w:ascii="Arial" w:eastAsia="Arial" w:hAnsi="Arial" w:cs="Arial"/>
          <w:b/>
          <w:bCs/>
          <w:sz w:val="22"/>
          <w:szCs w:val="22"/>
          <w:lang w:val="de-DE"/>
        </w:rPr>
        <w:t>2026</w:t>
      </w:r>
      <w:r w:rsidR="32204FD4" w:rsidRPr="62C4A961">
        <w:rPr>
          <w:rStyle w:val="normaltextrun"/>
          <w:rFonts w:ascii="Arial" w:eastAsia="Arial" w:hAnsi="Arial" w:cs="Arial"/>
          <w:b/>
          <w:bCs/>
          <w:sz w:val="22"/>
          <w:szCs w:val="22"/>
          <w:lang w:val="de-DE"/>
        </w:rPr>
        <w:t xml:space="preserve"> </w:t>
      </w:r>
      <w:r w:rsidR="2BB34C8F" w:rsidRPr="62C4A961">
        <w:rPr>
          <w:rStyle w:val="normaltextrun"/>
          <w:rFonts w:asciiTheme="minorHAnsi" w:eastAsiaTheme="minorEastAsia" w:hAnsiTheme="minorHAnsi" w:cstheme="minorBidi"/>
          <w:sz w:val="22"/>
          <w:szCs w:val="22"/>
          <w:lang w:val="de-DE"/>
        </w:rPr>
        <w:t>—</w:t>
      </w:r>
      <w:r w:rsidRPr="62C4A961">
        <w:rPr>
          <w:rFonts w:ascii="Arial" w:hAnsi="Arial" w:cs="Arial"/>
          <w:sz w:val="22"/>
          <w:szCs w:val="22"/>
          <w:lang w:val="de-DE"/>
        </w:rPr>
        <w:t xml:space="preserve"> </w:t>
      </w:r>
      <w:r w:rsidR="00B576A8" w:rsidRPr="00B576A8">
        <w:rPr>
          <w:rFonts w:ascii="Arial" w:hAnsi="Arial" w:cs="Arial"/>
          <w:sz w:val="22"/>
          <w:szCs w:val="22"/>
          <w:lang w:val="de-DE"/>
        </w:rPr>
        <w:t xml:space="preserve">Riedel Communications und Media Tailor haben im Rahmen ihrer langjährigen Zusammenarbeit eine hochmoderne Broadcast-, AV- und Kommunikationsinfrastruktur für Royal Caribbean </w:t>
      </w:r>
      <w:proofErr w:type="spellStart"/>
      <w:r w:rsidR="00B576A8" w:rsidRPr="00B576A8">
        <w:rPr>
          <w:rFonts w:ascii="Arial" w:hAnsi="Arial" w:cs="Arial"/>
          <w:sz w:val="22"/>
          <w:szCs w:val="22"/>
          <w:lang w:val="de-DE"/>
        </w:rPr>
        <w:t>Internationals</w:t>
      </w:r>
      <w:proofErr w:type="spellEnd"/>
      <w:r w:rsidR="00B576A8" w:rsidRPr="00B576A8">
        <w:rPr>
          <w:rFonts w:ascii="Arial" w:hAnsi="Arial" w:cs="Arial"/>
          <w:sz w:val="22"/>
          <w:szCs w:val="22"/>
          <w:lang w:val="de-DE"/>
        </w:rPr>
        <w:t xml:space="preserve"> neuestes Schiff, die Star </w:t>
      </w:r>
      <w:proofErr w:type="spellStart"/>
      <w:r w:rsidR="00B576A8" w:rsidRPr="00B576A8">
        <w:rPr>
          <w:rFonts w:ascii="Arial" w:hAnsi="Arial" w:cs="Arial"/>
          <w:sz w:val="22"/>
          <w:szCs w:val="22"/>
          <w:lang w:val="de-DE"/>
        </w:rPr>
        <w:t>of</w:t>
      </w:r>
      <w:proofErr w:type="spellEnd"/>
      <w:r w:rsidR="00B576A8" w:rsidRPr="00B576A8">
        <w:rPr>
          <w:rFonts w:ascii="Arial" w:hAnsi="Arial" w:cs="Arial"/>
          <w:sz w:val="22"/>
          <w:szCs w:val="22"/>
          <w:lang w:val="de-DE"/>
        </w:rPr>
        <w:t xml:space="preserve"> </w:t>
      </w:r>
      <w:proofErr w:type="spellStart"/>
      <w:r w:rsidR="00B576A8" w:rsidRPr="00B576A8">
        <w:rPr>
          <w:rFonts w:ascii="Arial" w:hAnsi="Arial" w:cs="Arial"/>
          <w:sz w:val="22"/>
          <w:szCs w:val="22"/>
          <w:lang w:val="de-DE"/>
        </w:rPr>
        <w:t>the</w:t>
      </w:r>
      <w:proofErr w:type="spellEnd"/>
      <w:r w:rsidR="00B576A8" w:rsidRPr="00B576A8">
        <w:rPr>
          <w:rFonts w:ascii="Arial" w:hAnsi="Arial" w:cs="Arial"/>
          <w:sz w:val="22"/>
          <w:szCs w:val="22"/>
          <w:lang w:val="de-DE"/>
        </w:rPr>
        <w:t xml:space="preserve"> Seas, realisiert.</w:t>
      </w:r>
    </w:p>
    <w:p w14:paraId="372062CE" w14:textId="77777777" w:rsidR="00FA71DF" w:rsidRDefault="00FA71DF" w:rsidP="008554F7">
      <w:pPr>
        <w:spacing w:line="360" w:lineRule="auto"/>
        <w:rPr>
          <w:rFonts w:ascii="Arial" w:hAnsi="Arial" w:cs="Arial"/>
          <w:sz w:val="22"/>
          <w:szCs w:val="22"/>
          <w:lang w:val="de-DE"/>
        </w:rPr>
      </w:pPr>
    </w:p>
    <w:p w14:paraId="215BE502" w14:textId="7B8C8A30" w:rsidR="001F3F53" w:rsidRPr="001F3F53" w:rsidRDefault="001F3F53" w:rsidP="008554F7">
      <w:pPr>
        <w:spacing w:line="360" w:lineRule="auto"/>
        <w:rPr>
          <w:rFonts w:ascii="Arial" w:hAnsi="Arial" w:cs="Arial"/>
          <w:sz w:val="22"/>
          <w:szCs w:val="22"/>
          <w:lang w:val="de-DE"/>
        </w:rPr>
      </w:pPr>
      <w:r w:rsidRPr="22FB78B5">
        <w:rPr>
          <w:rFonts w:ascii="Arial" w:hAnsi="Arial" w:cs="Arial"/>
          <w:sz w:val="22"/>
          <w:szCs w:val="22"/>
          <w:lang w:val="de-DE"/>
        </w:rPr>
        <w:t xml:space="preserve">Mit einer Bruttoraumzahl von 248.663 teilt sich die Star </w:t>
      </w:r>
      <w:proofErr w:type="spellStart"/>
      <w:r w:rsidRPr="22FB78B5">
        <w:rPr>
          <w:rFonts w:ascii="Arial" w:hAnsi="Arial" w:cs="Arial"/>
          <w:sz w:val="22"/>
          <w:szCs w:val="22"/>
          <w:lang w:val="de-DE"/>
        </w:rPr>
        <w:t>of</w:t>
      </w:r>
      <w:proofErr w:type="spellEnd"/>
      <w:r w:rsidRPr="22FB78B5">
        <w:rPr>
          <w:rFonts w:ascii="Arial" w:hAnsi="Arial" w:cs="Arial"/>
          <w:sz w:val="22"/>
          <w:szCs w:val="22"/>
          <w:lang w:val="de-DE"/>
        </w:rPr>
        <w:t xml:space="preserve"> </w:t>
      </w:r>
      <w:proofErr w:type="spellStart"/>
      <w:r w:rsidRPr="22FB78B5">
        <w:rPr>
          <w:rFonts w:ascii="Arial" w:hAnsi="Arial" w:cs="Arial"/>
          <w:sz w:val="22"/>
          <w:szCs w:val="22"/>
          <w:lang w:val="de-DE"/>
        </w:rPr>
        <w:t>the</w:t>
      </w:r>
      <w:proofErr w:type="spellEnd"/>
      <w:r w:rsidRPr="22FB78B5">
        <w:rPr>
          <w:rFonts w:ascii="Arial" w:hAnsi="Arial" w:cs="Arial"/>
          <w:sz w:val="22"/>
          <w:szCs w:val="22"/>
          <w:lang w:val="de-DE"/>
        </w:rPr>
        <w:t xml:space="preserve"> Seas den Titel des größten Kreuzfahrtschiffes der Welt mit ihrem Schwesterschiff, der Icon </w:t>
      </w:r>
      <w:proofErr w:type="spellStart"/>
      <w:r w:rsidRPr="22FB78B5">
        <w:rPr>
          <w:rFonts w:ascii="Arial" w:hAnsi="Arial" w:cs="Arial"/>
          <w:sz w:val="22"/>
          <w:szCs w:val="22"/>
          <w:lang w:val="de-DE"/>
        </w:rPr>
        <w:t>of</w:t>
      </w:r>
      <w:proofErr w:type="spellEnd"/>
      <w:r w:rsidRPr="22FB78B5">
        <w:rPr>
          <w:rFonts w:ascii="Arial" w:hAnsi="Arial" w:cs="Arial"/>
          <w:sz w:val="22"/>
          <w:szCs w:val="22"/>
          <w:lang w:val="de-DE"/>
        </w:rPr>
        <w:t xml:space="preserve"> </w:t>
      </w:r>
      <w:proofErr w:type="spellStart"/>
      <w:r w:rsidRPr="22FB78B5">
        <w:rPr>
          <w:rFonts w:ascii="Arial" w:hAnsi="Arial" w:cs="Arial"/>
          <w:sz w:val="22"/>
          <w:szCs w:val="22"/>
          <w:lang w:val="de-DE"/>
        </w:rPr>
        <w:t>the</w:t>
      </w:r>
      <w:proofErr w:type="spellEnd"/>
      <w:r w:rsidRPr="22FB78B5">
        <w:rPr>
          <w:rFonts w:ascii="Arial" w:hAnsi="Arial" w:cs="Arial"/>
          <w:sz w:val="22"/>
          <w:szCs w:val="22"/>
          <w:lang w:val="de-DE"/>
        </w:rPr>
        <w:t xml:space="preserve"> Seas. Das Schiff wurde für groß angelegte Unterhaltungserlebnisse auf See konzipiert und verfügt über mehr als 30 Theater, Live-</w:t>
      </w:r>
      <w:r w:rsidR="0A5F0B1B" w:rsidRPr="22FB78B5">
        <w:rPr>
          <w:rFonts w:ascii="Arial" w:hAnsi="Arial" w:cs="Arial"/>
          <w:sz w:val="22"/>
          <w:szCs w:val="22"/>
          <w:lang w:val="de-DE"/>
        </w:rPr>
        <w:t>Bühnen</w:t>
      </w:r>
      <w:r w:rsidRPr="22FB78B5">
        <w:rPr>
          <w:rFonts w:ascii="Arial" w:hAnsi="Arial" w:cs="Arial"/>
          <w:sz w:val="22"/>
          <w:szCs w:val="22"/>
          <w:lang w:val="de-DE"/>
        </w:rPr>
        <w:t xml:space="preserve">, Multimedia-Veranstaltungsorte sowie Eis- und Wasser-Unterhaltungsarenen. Die Medieninfrastruktur, die alle diese </w:t>
      </w:r>
      <w:proofErr w:type="spellStart"/>
      <w:r w:rsidR="00B576A8">
        <w:rPr>
          <w:rFonts w:ascii="Arial" w:hAnsi="Arial" w:cs="Arial"/>
          <w:sz w:val="22"/>
          <w:szCs w:val="22"/>
          <w:lang w:val="de-DE"/>
        </w:rPr>
        <w:t>Venues</w:t>
      </w:r>
      <w:proofErr w:type="spellEnd"/>
      <w:r w:rsidR="00B576A8" w:rsidRPr="22FB78B5">
        <w:rPr>
          <w:rFonts w:ascii="Arial" w:hAnsi="Arial" w:cs="Arial"/>
          <w:sz w:val="22"/>
          <w:szCs w:val="22"/>
          <w:lang w:val="de-DE"/>
        </w:rPr>
        <w:t xml:space="preserve"> </w:t>
      </w:r>
      <w:r w:rsidRPr="22FB78B5">
        <w:rPr>
          <w:rFonts w:ascii="Arial" w:hAnsi="Arial" w:cs="Arial"/>
          <w:sz w:val="22"/>
          <w:szCs w:val="22"/>
          <w:lang w:val="de-DE"/>
        </w:rPr>
        <w:t xml:space="preserve">und ein zentrales Rundfunkzentrum umfasst, basiert auf einem </w:t>
      </w:r>
      <w:r w:rsidR="006021E5">
        <w:rPr>
          <w:rFonts w:ascii="Arial" w:hAnsi="Arial" w:cs="Arial"/>
          <w:sz w:val="22"/>
          <w:szCs w:val="22"/>
          <w:lang w:val="de-DE"/>
        </w:rPr>
        <w:t>distribuierten</w:t>
      </w:r>
      <w:r w:rsidR="006021E5" w:rsidRPr="22FB78B5">
        <w:rPr>
          <w:rFonts w:ascii="Arial" w:hAnsi="Arial" w:cs="Arial"/>
          <w:sz w:val="22"/>
          <w:szCs w:val="22"/>
          <w:lang w:val="de-DE"/>
        </w:rPr>
        <w:t xml:space="preserve"> </w:t>
      </w:r>
      <w:proofErr w:type="spellStart"/>
      <w:r w:rsidRPr="22FB78B5">
        <w:rPr>
          <w:rFonts w:ascii="Arial" w:hAnsi="Arial" w:cs="Arial"/>
          <w:sz w:val="22"/>
          <w:szCs w:val="22"/>
          <w:lang w:val="de-DE"/>
        </w:rPr>
        <w:t>MediorNet</w:t>
      </w:r>
      <w:proofErr w:type="spellEnd"/>
      <w:r w:rsidRPr="22FB78B5">
        <w:rPr>
          <w:rFonts w:ascii="Arial" w:hAnsi="Arial" w:cs="Arial"/>
          <w:sz w:val="22"/>
          <w:szCs w:val="22"/>
          <w:lang w:val="de-DE"/>
        </w:rPr>
        <w:t xml:space="preserve">-Netzwerk, das nahtlos über </w:t>
      </w:r>
      <w:r w:rsidR="00B576A8">
        <w:rPr>
          <w:rFonts w:ascii="Arial" w:hAnsi="Arial" w:cs="Arial"/>
          <w:sz w:val="22"/>
          <w:szCs w:val="22"/>
          <w:lang w:val="de-DE"/>
        </w:rPr>
        <w:t>Riedels</w:t>
      </w:r>
      <w:r w:rsidR="00B576A8" w:rsidRPr="22FB78B5">
        <w:rPr>
          <w:rFonts w:ascii="Arial" w:hAnsi="Arial" w:cs="Arial"/>
          <w:sz w:val="22"/>
          <w:szCs w:val="22"/>
          <w:lang w:val="de-DE"/>
        </w:rPr>
        <w:t xml:space="preserve"> Kontrollsystem </w:t>
      </w:r>
      <w:r w:rsidR="008D6D15" w:rsidRPr="22FB78B5">
        <w:rPr>
          <w:rFonts w:ascii="Arial" w:hAnsi="Arial" w:cs="Arial"/>
          <w:sz w:val="22"/>
          <w:szCs w:val="22"/>
          <w:lang w:val="de-DE"/>
        </w:rPr>
        <w:t>h</w:t>
      </w:r>
      <w:r w:rsidRPr="22FB78B5">
        <w:rPr>
          <w:rFonts w:ascii="Arial" w:hAnsi="Arial" w:cs="Arial"/>
          <w:sz w:val="22"/>
          <w:szCs w:val="22"/>
          <w:lang w:val="de-DE"/>
        </w:rPr>
        <w:t>i</w:t>
      </w:r>
      <w:r w:rsidR="4FE3679F" w:rsidRPr="22FB78B5">
        <w:rPr>
          <w:rFonts w:ascii="Arial" w:hAnsi="Arial" w:cs="Arial"/>
          <w:sz w:val="22"/>
          <w:szCs w:val="22"/>
          <w:lang w:val="de-DE"/>
        </w:rPr>
        <w:t xml:space="preserve"> h</w:t>
      </w:r>
      <w:r w:rsidRPr="22FB78B5">
        <w:rPr>
          <w:rFonts w:ascii="Arial" w:hAnsi="Arial" w:cs="Arial"/>
          <w:sz w:val="22"/>
          <w:szCs w:val="22"/>
          <w:lang w:val="de-DE"/>
        </w:rPr>
        <w:t>uman</w:t>
      </w:r>
      <w:r w:rsidR="4CC7FC08" w:rsidRPr="22FB78B5">
        <w:rPr>
          <w:rFonts w:ascii="Arial" w:hAnsi="Arial" w:cs="Arial"/>
          <w:sz w:val="22"/>
          <w:szCs w:val="22"/>
          <w:lang w:val="de-DE"/>
        </w:rPr>
        <w:t xml:space="preserve"> i</w:t>
      </w:r>
      <w:r w:rsidRPr="22FB78B5">
        <w:rPr>
          <w:rFonts w:ascii="Arial" w:hAnsi="Arial" w:cs="Arial"/>
          <w:sz w:val="22"/>
          <w:szCs w:val="22"/>
          <w:lang w:val="de-DE"/>
        </w:rPr>
        <w:t>nterface</w:t>
      </w:r>
      <w:r w:rsidR="3BA03FEE" w:rsidRPr="22FB78B5">
        <w:rPr>
          <w:rFonts w:ascii="Arial" w:hAnsi="Arial" w:cs="Arial"/>
          <w:sz w:val="22"/>
          <w:szCs w:val="22"/>
          <w:lang w:val="de-DE"/>
        </w:rPr>
        <w:t xml:space="preserve"> </w:t>
      </w:r>
      <w:r w:rsidRPr="22FB78B5">
        <w:rPr>
          <w:rFonts w:ascii="Arial" w:hAnsi="Arial" w:cs="Arial"/>
          <w:sz w:val="22"/>
          <w:szCs w:val="22"/>
          <w:lang w:val="de-DE"/>
        </w:rPr>
        <w:t xml:space="preserve">gesteuert und durch ein </w:t>
      </w:r>
      <w:proofErr w:type="spellStart"/>
      <w:r w:rsidRPr="22FB78B5">
        <w:rPr>
          <w:rFonts w:ascii="Arial" w:hAnsi="Arial" w:cs="Arial"/>
          <w:sz w:val="22"/>
          <w:szCs w:val="22"/>
          <w:lang w:val="de-DE"/>
        </w:rPr>
        <w:t>Intercom</w:t>
      </w:r>
      <w:proofErr w:type="spellEnd"/>
      <w:r w:rsidRPr="22FB78B5">
        <w:rPr>
          <w:rFonts w:ascii="Arial" w:hAnsi="Arial" w:cs="Arial"/>
          <w:sz w:val="22"/>
          <w:szCs w:val="22"/>
          <w:lang w:val="de-DE"/>
        </w:rPr>
        <w:t xml:space="preserve">-Ökosystem </w:t>
      </w:r>
      <w:proofErr w:type="gramStart"/>
      <w:r w:rsidRPr="22FB78B5">
        <w:rPr>
          <w:rFonts w:ascii="Arial" w:hAnsi="Arial" w:cs="Arial"/>
          <w:sz w:val="22"/>
          <w:szCs w:val="22"/>
          <w:lang w:val="de-DE"/>
        </w:rPr>
        <w:t>aus Artist</w:t>
      </w:r>
      <w:proofErr w:type="gramEnd"/>
      <w:r w:rsidRPr="22FB78B5">
        <w:rPr>
          <w:rFonts w:ascii="Arial" w:hAnsi="Arial" w:cs="Arial"/>
          <w:sz w:val="22"/>
          <w:szCs w:val="22"/>
          <w:lang w:val="de-DE"/>
        </w:rPr>
        <w:t xml:space="preserve">, Bolero und </w:t>
      </w:r>
      <w:proofErr w:type="spellStart"/>
      <w:r w:rsidRPr="22FB78B5">
        <w:rPr>
          <w:rFonts w:ascii="Arial" w:hAnsi="Arial" w:cs="Arial"/>
          <w:sz w:val="22"/>
          <w:szCs w:val="22"/>
          <w:lang w:val="de-DE"/>
        </w:rPr>
        <w:t>PunQtum</w:t>
      </w:r>
      <w:proofErr w:type="spellEnd"/>
      <w:r w:rsidRPr="22FB78B5">
        <w:rPr>
          <w:rFonts w:ascii="Arial" w:hAnsi="Arial" w:cs="Arial"/>
          <w:sz w:val="22"/>
          <w:szCs w:val="22"/>
          <w:lang w:val="de-DE"/>
        </w:rPr>
        <w:t xml:space="preserve"> ergänzt wird.</w:t>
      </w:r>
    </w:p>
    <w:p w14:paraId="267ED989" w14:textId="77777777" w:rsidR="00FA71DF" w:rsidRDefault="00FA71DF" w:rsidP="008554F7">
      <w:pPr>
        <w:spacing w:line="360" w:lineRule="auto"/>
        <w:rPr>
          <w:rFonts w:ascii="Arial" w:hAnsi="Arial" w:cs="Arial"/>
          <w:sz w:val="22"/>
          <w:szCs w:val="22"/>
          <w:lang w:val="de-DE"/>
        </w:rPr>
      </w:pPr>
    </w:p>
    <w:p w14:paraId="499DE60A" w14:textId="6CEABF49" w:rsidR="0038195A" w:rsidRPr="0038195A" w:rsidRDefault="0038195A" w:rsidP="008554F7">
      <w:pPr>
        <w:spacing w:line="360" w:lineRule="auto"/>
        <w:rPr>
          <w:rFonts w:ascii="Arial" w:hAnsi="Arial" w:cs="Arial"/>
          <w:sz w:val="22"/>
          <w:szCs w:val="22"/>
          <w:lang w:val="de-DE"/>
        </w:rPr>
      </w:pPr>
      <w:r w:rsidRPr="0038195A">
        <w:rPr>
          <w:rFonts w:ascii="Arial" w:hAnsi="Arial" w:cs="Arial"/>
          <w:sz w:val="22"/>
          <w:szCs w:val="22"/>
          <w:lang w:val="de-DE"/>
        </w:rPr>
        <w:t>Das Sendezentrum</w:t>
      </w:r>
      <w:r w:rsidR="0078393E">
        <w:rPr>
          <w:rFonts w:ascii="Arial" w:hAnsi="Arial" w:cs="Arial"/>
          <w:sz w:val="22"/>
          <w:szCs w:val="22"/>
          <w:lang w:val="de-DE"/>
        </w:rPr>
        <w:t xml:space="preserve"> ha</w:t>
      </w:r>
      <w:r w:rsidRPr="0038195A">
        <w:rPr>
          <w:rFonts w:ascii="Arial" w:hAnsi="Arial" w:cs="Arial"/>
          <w:sz w:val="22"/>
          <w:szCs w:val="22"/>
          <w:lang w:val="de-DE"/>
        </w:rPr>
        <w:t xml:space="preserve">t zwei Produktionsgalerien und einen </w:t>
      </w:r>
      <w:r w:rsidR="006021E5">
        <w:rPr>
          <w:rFonts w:ascii="Arial" w:hAnsi="Arial" w:cs="Arial"/>
          <w:sz w:val="22"/>
          <w:szCs w:val="22"/>
          <w:lang w:val="de-DE"/>
        </w:rPr>
        <w:t>zentralen Geräteraum</w:t>
      </w:r>
      <w:r w:rsidR="006021E5" w:rsidRPr="0038195A">
        <w:rPr>
          <w:rFonts w:ascii="Arial" w:hAnsi="Arial" w:cs="Arial"/>
          <w:sz w:val="22"/>
          <w:szCs w:val="22"/>
          <w:lang w:val="de-DE"/>
        </w:rPr>
        <w:t xml:space="preserve"> </w:t>
      </w:r>
      <w:r w:rsidRPr="0038195A">
        <w:rPr>
          <w:rFonts w:ascii="Arial" w:hAnsi="Arial" w:cs="Arial"/>
          <w:sz w:val="22"/>
          <w:szCs w:val="22"/>
          <w:lang w:val="de-DE"/>
        </w:rPr>
        <w:t xml:space="preserve">für Signalrouting, Aufzeichnung, Wiedergabe, Postproduktion und Grafik. Über 20 </w:t>
      </w:r>
      <w:proofErr w:type="spellStart"/>
      <w:r w:rsidRPr="0038195A">
        <w:rPr>
          <w:rFonts w:ascii="Arial" w:hAnsi="Arial" w:cs="Arial"/>
          <w:sz w:val="22"/>
          <w:szCs w:val="22"/>
          <w:lang w:val="de-DE"/>
        </w:rPr>
        <w:t>MediorNet</w:t>
      </w:r>
      <w:proofErr w:type="spellEnd"/>
      <w:r w:rsidRPr="0038195A">
        <w:rPr>
          <w:rFonts w:ascii="Arial" w:hAnsi="Arial" w:cs="Arial"/>
          <w:sz w:val="22"/>
          <w:szCs w:val="22"/>
          <w:lang w:val="de-DE"/>
        </w:rPr>
        <w:t xml:space="preserve"> </w:t>
      </w:r>
      <w:proofErr w:type="spellStart"/>
      <w:r w:rsidRPr="0038195A">
        <w:rPr>
          <w:rFonts w:ascii="Arial" w:hAnsi="Arial" w:cs="Arial"/>
          <w:sz w:val="22"/>
          <w:szCs w:val="22"/>
          <w:lang w:val="de-DE"/>
        </w:rPr>
        <w:t>MicroN</w:t>
      </w:r>
      <w:proofErr w:type="spellEnd"/>
      <w:r w:rsidRPr="0038195A">
        <w:rPr>
          <w:rFonts w:ascii="Arial" w:hAnsi="Arial" w:cs="Arial"/>
          <w:sz w:val="22"/>
          <w:szCs w:val="22"/>
          <w:lang w:val="de-DE"/>
        </w:rPr>
        <w:t xml:space="preserve"> UHD-, </w:t>
      </w:r>
      <w:proofErr w:type="spellStart"/>
      <w:r w:rsidRPr="0038195A">
        <w:rPr>
          <w:rFonts w:ascii="Arial" w:hAnsi="Arial" w:cs="Arial"/>
          <w:sz w:val="22"/>
          <w:szCs w:val="22"/>
          <w:lang w:val="de-DE"/>
        </w:rPr>
        <w:t>MicroN</w:t>
      </w:r>
      <w:proofErr w:type="spellEnd"/>
      <w:r w:rsidRPr="0038195A">
        <w:rPr>
          <w:rFonts w:ascii="Arial" w:hAnsi="Arial" w:cs="Arial"/>
          <w:sz w:val="22"/>
          <w:szCs w:val="22"/>
          <w:lang w:val="de-DE"/>
        </w:rPr>
        <w:t xml:space="preserve">- und Compact-Knoten sorgen für verteiltes Routing, Signalverarbeitung und </w:t>
      </w:r>
      <w:proofErr w:type="spellStart"/>
      <w:r w:rsidRPr="0038195A">
        <w:rPr>
          <w:rFonts w:ascii="Arial" w:hAnsi="Arial" w:cs="Arial"/>
          <w:sz w:val="22"/>
          <w:szCs w:val="22"/>
          <w:lang w:val="de-DE"/>
        </w:rPr>
        <w:t>Multiviewing</w:t>
      </w:r>
      <w:proofErr w:type="spellEnd"/>
      <w:r w:rsidRPr="0038195A">
        <w:rPr>
          <w:rFonts w:ascii="Arial" w:hAnsi="Arial" w:cs="Arial"/>
          <w:sz w:val="22"/>
          <w:szCs w:val="22"/>
          <w:lang w:val="de-DE"/>
        </w:rPr>
        <w:t>-Funktionen auf dem gesamten Schiff, reduzieren den Verkabelungsaufwand, sparen Platz und gewährleisten Zuverlässigkeit auf See.</w:t>
      </w:r>
    </w:p>
    <w:p w14:paraId="0C55677C" w14:textId="5289DED0" w:rsidR="0038195A" w:rsidRPr="0038195A" w:rsidRDefault="0038195A" w:rsidP="008554F7">
      <w:pPr>
        <w:spacing w:line="360" w:lineRule="auto"/>
        <w:rPr>
          <w:rFonts w:ascii="Arial" w:hAnsi="Arial" w:cs="Arial"/>
          <w:sz w:val="22"/>
          <w:szCs w:val="22"/>
          <w:lang w:val="de-DE"/>
        </w:rPr>
      </w:pPr>
    </w:p>
    <w:p w14:paraId="436FAA4E" w14:textId="4700C99B" w:rsidR="0038195A" w:rsidRPr="0038195A" w:rsidRDefault="0038195A" w:rsidP="008554F7">
      <w:pPr>
        <w:spacing w:line="360" w:lineRule="auto"/>
        <w:rPr>
          <w:rFonts w:ascii="Arial" w:hAnsi="Arial" w:cs="Arial"/>
          <w:sz w:val="22"/>
          <w:szCs w:val="22"/>
          <w:lang w:val="de-DE"/>
        </w:rPr>
      </w:pPr>
      <w:r w:rsidRPr="22FB78B5">
        <w:rPr>
          <w:rFonts w:ascii="Arial" w:hAnsi="Arial" w:cs="Arial"/>
          <w:sz w:val="22"/>
          <w:szCs w:val="22"/>
          <w:lang w:val="de-DE"/>
        </w:rPr>
        <w:t>„Die</w:t>
      </w:r>
      <w:r w:rsidR="003F1F07" w:rsidRPr="22FB78B5">
        <w:rPr>
          <w:rFonts w:ascii="Arial" w:hAnsi="Arial" w:cs="Arial"/>
          <w:sz w:val="22"/>
          <w:szCs w:val="22"/>
          <w:lang w:val="de-DE"/>
        </w:rPr>
        <w:t xml:space="preserve"> </w:t>
      </w:r>
      <w:r w:rsidR="702A5F2B" w:rsidRPr="22FB78B5">
        <w:rPr>
          <w:rFonts w:ascii="Arial" w:hAnsi="Arial" w:cs="Arial"/>
          <w:sz w:val="22"/>
          <w:szCs w:val="22"/>
          <w:lang w:val="de-DE"/>
        </w:rPr>
        <w:t xml:space="preserve">Realisierung </w:t>
      </w:r>
      <w:r w:rsidRPr="22FB78B5">
        <w:rPr>
          <w:rFonts w:ascii="Arial" w:hAnsi="Arial" w:cs="Arial"/>
          <w:sz w:val="22"/>
          <w:szCs w:val="22"/>
          <w:lang w:val="de-DE"/>
        </w:rPr>
        <w:t xml:space="preserve">einer Broadcast- und AV-Umgebung dieser Größenordnung erfordert ein </w:t>
      </w:r>
      <w:r w:rsidR="5FA14CC9" w:rsidRPr="22FB78B5">
        <w:rPr>
          <w:rFonts w:ascii="Arial" w:hAnsi="Arial" w:cs="Arial"/>
          <w:sz w:val="22"/>
          <w:szCs w:val="22"/>
          <w:lang w:val="de-DE"/>
        </w:rPr>
        <w:t xml:space="preserve">integriertes </w:t>
      </w:r>
      <w:r w:rsidRPr="22FB78B5">
        <w:rPr>
          <w:rFonts w:ascii="Arial" w:hAnsi="Arial" w:cs="Arial"/>
          <w:sz w:val="22"/>
          <w:szCs w:val="22"/>
          <w:lang w:val="de-DE"/>
        </w:rPr>
        <w:t xml:space="preserve">System, das als </w:t>
      </w:r>
      <w:r w:rsidR="40EABF3C" w:rsidRPr="22FB78B5">
        <w:rPr>
          <w:rFonts w:ascii="Arial" w:hAnsi="Arial" w:cs="Arial"/>
          <w:sz w:val="22"/>
          <w:szCs w:val="22"/>
          <w:lang w:val="de-DE"/>
        </w:rPr>
        <w:t xml:space="preserve">Einheit </w:t>
      </w:r>
      <w:r w:rsidRPr="22FB78B5">
        <w:rPr>
          <w:rFonts w:ascii="Arial" w:hAnsi="Arial" w:cs="Arial"/>
          <w:sz w:val="22"/>
          <w:szCs w:val="22"/>
          <w:lang w:val="de-DE"/>
        </w:rPr>
        <w:t>funktioniert“, s</w:t>
      </w:r>
      <w:r w:rsidR="00734159" w:rsidRPr="22FB78B5">
        <w:rPr>
          <w:rFonts w:ascii="Arial" w:hAnsi="Arial" w:cs="Arial"/>
          <w:sz w:val="22"/>
          <w:szCs w:val="22"/>
          <w:lang w:val="de-DE"/>
        </w:rPr>
        <w:t>o</w:t>
      </w:r>
      <w:r w:rsidRPr="22FB78B5">
        <w:rPr>
          <w:rFonts w:ascii="Arial" w:hAnsi="Arial" w:cs="Arial"/>
          <w:sz w:val="22"/>
          <w:szCs w:val="22"/>
          <w:lang w:val="de-DE"/>
        </w:rPr>
        <w:t xml:space="preserve"> Tuomas </w:t>
      </w:r>
      <w:proofErr w:type="spellStart"/>
      <w:r w:rsidRPr="22FB78B5">
        <w:rPr>
          <w:rFonts w:ascii="Arial" w:hAnsi="Arial" w:cs="Arial"/>
          <w:sz w:val="22"/>
          <w:szCs w:val="22"/>
          <w:lang w:val="de-DE"/>
        </w:rPr>
        <w:t>Niemelä</w:t>
      </w:r>
      <w:proofErr w:type="spellEnd"/>
      <w:r w:rsidRPr="22FB78B5">
        <w:rPr>
          <w:rFonts w:ascii="Arial" w:hAnsi="Arial" w:cs="Arial"/>
          <w:sz w:val="22"/>
          <w:szCs w:val="22"/>
          <w:lang w:val="de-DE"/>
        </w:rPr>
        <w:t xml:space="preserve">, Business </w:t>
      </w:r>
      <w:proofErr w:type="spellStart"/>
      <w:r w:rsidRPr="22FB78B5">
        <w:rPr>
          <w:rFonts w:ascii="Arial" w:hAnsi="Arial" w:cs="Arial"/>
          <w:sz w:val="22"/>
          <w:szCs w:val="22"/>
          <w:lang w:val="de-DE"/>
        </w:rPr>
        <w:t>Director</w:t>
      </w:r>
      <w:proofErr w:type="spellEnd"/>
      <w:r w:rsidRPr="22FB78B5">
        <w:rPr>
          <w:rFonts w:ascii="Arial" w:hAnsi="Arial" w:cs="Arial"/>
          <w:sz w:val="22"/>
          <w:szCs w:val="22"/>
          <w:lang w:val="de-DE"/>
        </w:rPr>
        <w:t xml:space="preserve"> </w:t>
      </w:r>
      <w:proofErr w:type="spellStart"/>
      <w:r w:rsidRPr="22FB78B5">
        <w:rPr>
          <w:rFonts w:ascii="Arial" w:hAnsi="Arial" w:cs="Arial"/>
          <w:sz w:val="22"/>
          <w:szCs w:val="22"/>
          <w:lang w:val="de-DE"/>
        </w:rPr>
        <w:t>of</w:t>
      </w:r>
      <w:proofErr w:type="spellEnd"/>
      <w:r w:rsidRPr="22FB78B5">
        <w:rPr>
          <w:rFonts w:ascii="Arial" w:hAnsi="Arial" w:cs="Arial"/>
          <w:sz w:val="22"/>
          <w:szCs w:val="22"/>
          <w:lang w:val="de-DE"/>
        </w:rPr>
        <w:t xml:space="preserve"> </w:t>
      </w:r>
      <w:proofErr w:type="spellStart"/>
      <w:r w:rsidRPr="22FB78B5">
        <w:rPr>
          <w:rFonts w:ascii="Arial" w:hAnsi="Arial" w:cs="Arial"/>
          <w:sz w:val="22"/>
          <w:szCs w:val="22"/>
          <w:lang w:val="de-DE"/>
        </w:rPr>
        <w:t>Shipbuilding</w:t>
      </w:r>
      <w:proofErr w:type="spellEnd"/>
      <w:r w:rsidRPr="22FB78B5">
        <w:rPr>
          <w:rFonts w:ascii="Arial" w:hAnsi="Arial" w:cs="Arial"/>
          <w:sz w:val="22"/>
          <w:szCs w:val="22"/>
          <w:lang w:val="de-DE"/>
        </w:rPr>
        <w:t xml:space="preserve"> bei Media Tailor. „Genau das ermöglicht Riedel. Die dezentrale Architektur von Riedel ermöglicht es </w:t>
      </w:r>
      <w:r w:rsidR="36C755F0" w:rsidRPr="22FB78B5">
        <w:rPr>
          <w:rFonts w:ascii="Arial" w:hAnsi="Arial" w:cs="Arial"/>
          <w:sz w:val="22"/>
          <w:szCs w:val="22"/>
          <w:lang w:val="de-DE"/>
        </w:rPr>
        <w:t>dem Team</w:t>
      </w:r>
      <w:r w:rsidRPr="22FB78B5">
        <w:rPr>
          <w:rFonts w:ascii="Arial" w:hAnsi="Arial" w:cs="Arial"/>
          <w:sz w:val="22"/>
          <w:szCs w:val="22"/>
          <w:lang w:val="de-DE"/>
        </w:rPr>
        <w:t xml:space="preserve">, Video, Audio und Daten in Echtzeit mit unglaublicher </w:t>
      </w:r>
      <w:r w:rsidRPr="22FB78B5">
        <w:rPr>
          <w:rFonts w:ascii="Arial" w:hAnsi="Arial" w:cs="Arial"/>
          <w:sz w:val="22"/>
          <w:szCs w:val="22"/>
          <w:lang w:val="de-DE"/>
        </w:rPr>
        <w:lastRenderedPageBreak/>
        <w:t>Effizienz und Ausfallsicherheit über das gesamte Schiff zu routen – was bei der Arbeit mitten auf dem Ozean von entscheidender Bedeutung ist.“</w:t>
      </w:r>
    </w:p>
    <w:p w14:paraId="70D954A8" w14:textId="77777777" w:rsidR="00962559" w:rsidRDefault="00962559" w:rsidP="008554F7">
      <w:pPr>
        <w:spacing w:line="360" w:lineRule="auto"/>
        <w:rPr>
          <w:rFonts w:ascii="Arial" w:hAnsi="Arial" w:cs="Arial"/>
          <w:sz w:val="22"/>
          <w:szCs w:val="22"/>
          <w:lang w:val="de-DE"/>
        </w:rPr>
      </w:pPr>
    </w:p>
    <w:p w14:paraId="6CB373C8" w14:textId="22AD4E7D" w:rsidR="003C1C36" w:rsidRDefault="003C1C36" w:rsidP="008554F7">
      <w:pPr>
        <w:spacing w:line="360" w:lineRule="auto"/>
        <w:rPr>
          <w:rFonts w:ascii="Arial" w:hAnsi="Arial" w:cs="Arial"/>
          <w:sz w:val="22"/>
          <w:szCs w:val="22"/>
          <w:lang w:val="de-DE"/>
        </w:rPr>
      </w:pPr>
      <w:r w:rsidRPr="22FB78B5">
        <w:rPr>
          <w:rFonts w:ascii="Arial" w:hAnsi="Arial" w:cs="Arial"/>
          <w:sz w:val="22"/>
          <w:szCs w:val="22"/>
          <w:lang w:val="de-DE"/>
        </w:rPr>
        <w:t xml:space="preserve">Als zentrale Steuerungsplattform für alle AV-, Broadcast- und Unterhaltungssysteme bietet </w:t>
      </w:r>
      <w:r w:rsidR="33C36DF6" w:rsidRPr="22FB78B5">
        <w:rPr>
          <w:rFonts w:ascii="Arial" w:hAnsi="Arial" w:cs="Arial"/>
          <w:sz w:val="22"/>
          <w:szCs w:val="22"/>
          <w:lang w:val="de-DE"/>
        </w:rPr>
        <w:t xml:space="preserve">Riedels </w:t>
      </w:r>
      <w:r w:rsidRPr="22FB78B5">
        <w:rPr>
          <w:rFonts w:ascii="Arial" w:hAnsi="Arial" w:cs="Arial"/>
          <w:sz w:val="22"/>
          <w:szCs w:val="22"/>
          <w:lang w:val="de-DE"/>
        </w:rPr>
        <w:t>hi</w:t>
      </w:r>
      <w:r w:rsidR="60DC326A" w:rsidRPr="22FB78B5">
        <w:rPr>
          <w:rFonts w:ascii="Arial" w:hAnsi="Arial" w:cs="Arial"/>
          <w:sz w:val="22"/>
          <w:szCs w:val="22"/>
          <w:lang w:val="de-DE"/>
        </w:rPr>
        <w:t xml:space="preserve"> h</w:t>
      </w:r>
      <w:r w:rsidRPr="22FB78B5">
        <w:rPr>
          <w:rFonts w:ascii="Arial" w:hAnsi="Arial" w:cs="Arial"/>
          <w:sz w:val="22"/>
          <w:szCs w:val="22"/>
          <w:lang w:val="de-DE"/>
        </w:rPr>
        <w:t>uman</w:t>
      </w:r>
      <w:r w:rsidR="4B1AC18E" w:rsidRPr="22FB78B5">
        <w:rPr>
          <w:rFonts w:ascii="Arial" w:hAnsi="Arial" w:cs="Arial"/>
          <w:sz w:val="22"/>
          <w:szCs w:val="22"/>
          <w:lang w:val="de-DE"/>
        </w:rPr>
        <w:t xml:space="preserve"> i</w:t>
      </w:r>
      <w:r w:rsidRPr="22FB78B5">
        <w:rPr>
          <w:rFonts w:ascii="Arial" w:hAnsi="Arial" w:cs="Arial"/>
          <w:sz w:val="22"/>
          <w:szCs w:val="22"/>
          <w:lang w:val="de-DE"/>
        </w:rPr>
        <w:t>nterface</w:t>
      </w:r>
      <w:r w:rsidR="6DB28DB9" w:rsidRPr="22FB78B5">
        <w:rPr>
          <w:rFonts w:ascii="Arial" w:hAnsi="Arial" w:cs="Arial"/>
          <w:sz w:val="22"/>
          <w:szCs w:val="22"/>
          <w:lang w:val="de-DE"/>
        </w:rPr>
        <w:t xml:space="preserve"> </w:t>
      </w:r>
      <w:r w:rsidRPr="22FB78B5">
        <w:rPr>
          <w:rFonts w:ascii="Arial" w:hAnsi="Arial" w:cs="Arial"/>
          <w:sz w:val="22"/>
          <w:szCs w:val="22"/>
          <w:lang w:val="de-DE"/>
        </w:rPr>
        <w:t xml:space="preserve">eine intuitive Steuerung und nahtloses Systemmanagement. </w:t>
      </w:r>
      <w:r w:rsidR="6C3E7963" w:rsidRPr="22FB78B5">
        <w:rPr>
          <w:rFonts w:ascii="Arial" w:hAnsi="Arial" w:cs="Arial"/>
          <w:sz w:val="22"/>
          <w:szCs w:val="22"/>
          <w:lang w:val="de-DE"/>
        </w:rPr>
        <w:t>Drei hi-Server bilden die Basis des Kontrollsystems, das schiffsweit über vier dedizierte Hardware-Panels sowie über Software-Panels auf PCs und iPads in Veranstaltungsräumen und Regien bedient wird.</w:t>
      </w:r>
      <w:r w:rsidRPr="22FB78B5">
        <w:rPr>
          <w:rFonts w:ascii="Arial" w:hAnsi="Arial" w:cs="Arial"/>
          <w:sz w:val="22"/>
          <w:szCs w:val="22"/>
          <w:lang w:val="de-DE"/>
        </w:rPr>
        <w:t xml:space="preserve"> Zusätzlich zur Systemverwaltung vereint hi auch die </w:t>
      </w:r>
      <w:proofErr w:type="spellStart"/>
      <w:r w:rsidRPr="22FB78B5">
        <w:rPr>
          <w:rFonts w:ascii="Arial" w:hAnsi="Arial" w:cs="Arial"/>
          <w:sz w:val="22"/>
          <w:szCs w:val="22"/>
          <w:lang w:val="de-DE"/>
        </w:rPr>
        <w:t>MediorNet</w:t>
      </w:r>
      <w:proofErr w:type="spellEnd"/>
      <w:r w:rsidRPr="22FB78B5">
        <w:rPr>
          <w:rFonts w:ascii="Arial" w:hAnsi="Arial" w:cs="Arial"/>
          <w:sz w:val="22"/>
          <w:szCs w:val="22"/>
          <w:lang w:val="de-DE"/>
        </w:rPr>
        <w:t>- und Dante-Netzwerke des Schiffes, indem es alle Dante-Audiosignale weiterleitet, eingebettete SDI-Audiosignale automatisch konvertiert und zugehörige Video- und Audiosignale in einheitlichen Port-Containern zusammenfasst. Dies gibt den Bedienern mehr Flexibilität bei der Verwaltung der Weiterleitung und Überwachung in den verschiedenen Veranstaltungsorten</w:t>
      </w:r>
      <w:r w:rsidR="006021E5">
        <w:rPr>
          <w:rFonts w:ascii="Arial" w:hAnsi="Arial" w:cs="Arial"/>
          <w:sz w:val="22"/>
          <w:szCs w:val="22"/>
          <w:lang w:val="de-DE"/>
        </w:rPr>
        <w:t xml:space="preserve"> – sei es für </w:t>
      </w:r>
      <w:r w:rsidRPr="22FB78B5">
        <w:rPr>
          <w:rFonts w:ascii="Arial" w:hAnsi="Arial" w:cs="Arial"/>
          <w:sz w:val="22"/>
          <w:szCs w:val="22"/>
          <w:lang w:val="de-DE"/>
        </w:rPr>
        <w:t>Live-Unterhaltung, Videowiedergabe oder schiffsweite Kommunikation. Gleichzeitig verwaltet hi die GPIO-basierte Automatisierung und ist direkt mit dem PA/GA-System des Schiffes verbunden, um Funktionen wie automatische Stummschaltung oder Signalumleitung während Sicherheitsdurchsagen auszulösen.</w:t>
      </w:r>
    </w:p>
    <w:p w14:paraId="643ABC74" w14:textId="77777777" w:rsidR="00437942" w:rsidRPr="003C1C36" w:rsidRDefault="00437942" w:rsidP="008554F7">
      <w:pPr>
        <w:spacing w:line="360" w:lineRule="auto"/>
        <w:rPr>
          <w:rFonts w:ascii="Arial" w:hAnsi="Arial" w:cs="Arial"/>
          <w:sz w:val="22"/>
          <w:szCs w:val="22"/>
          <w:lang w:val="de-DE"/>
        </w:rPr>
      </w:pPr>
    </w:p>
    <w:p w14:paraId="2720EC25" w14:textId="2BBDC563" w:rsidR="003C1C36" w:rsidRDefault="003C1C36" w:rsidP="008554F7">
      <w:pPr>
        <w:spacing w:line="360" w:lineRule="auto"/>
        <w:rPr>
          <w:rFonts w:ascii="Arial" w:hAnsi="Arial" w:cs="Arial"/>
          <w:sz w:val="22"/>
          <w:szCs w:val="22"/>
          <w:lang w:val="de-DE"/>
        </w:rPr>
      </w:pPr>
      <w:r w:rsidRPr="22FB78B5">
        <w:rPr>
          <w:rFonts w:ascii="Arial" w:hAnsi="Arial" w:cs="Arial"/>
          <w:sz w:val="22"/>
          <w:szCs w:val="22"/>
          <w:lang w:val="de-DE"/>
        </w:rPr>
        <w:t>Ergänzt wird die Video- und Audioinfrastruktur durch das Artist</w:t>
      </w:r>
      <w:r w:rsidR="75207DE6" w:rsidRPr="22FB78B5">
        <w:rPr>
          <w:rFonts w:ascii="Arial" w:hAnsi="Arial" w:cs="Arial"/>
          <w:sz w:val="22"/>
          <w:szCs w:val="22"/>
          <w:lang w:val="de-DE"/>
        </w:rPr>
        <w:t xml:space="preserve"> </w:t>
      </w:r>
      <w:proofErr w:type="spellStart"/>
      <w:r w:rsidRPr="22FB78B5">
        <w:rPr>
          <w:rFonts w:ascii="Arial" w:hAnsi="Arial" w:cs="Arial"/>
          <w:sz w:val="22"/>
          <w:szCs w:val="22"/>
          <w:lang w:val="de-DE"/>
        </w:rPr>
        <w:t>Intercom</w:t>
      </w:r>
      <w:proofErr w:type="spellEnd"/>
      <w:r w:rsidRPr="22FB78B5">
        <w:rPr>
          <w:rFonts w:ascii="Arial" w:hAnsi="Arial" w:cs="Arial"/>
          <w:sz w:val="22"/>
          <w:szCs w:val="22"/>
          <w:lang w:val="de-DE"/>
        </w:rPr>
        <w:t>-System von Riedel mit einer Artist-1024</w:t>
      </w:r>
      <w:r w:rsidR="35834C27" w:rsidRPr="22FB78B5">
        <w:rPr>
          <w:rFonts w:ascii="Arial" w:hAnsi="Arial" w:cs="Arial"/>
          <w:sz w:val="22"/>
          <w:szCs w:val="22"/>
          <w:lang w:val="de-DE"/>
        </w:rPr>
        <w:t xml:space="preserve"> </w:t>
      </w:r>
      <w:r w:rsidRPr="22FB78B5">
        <w:rPr>
          <w:rFonts w:ascii="Arial" w:hAnsi="Arial" w:cs="Arial"/>
          <w:sz w:val="22"/>
          <w:szCs w:val="22"/>
          <w:lang w:val="de-DE"/>
        </w:rPr>
        <w:t xml:space="preserve">Matrix, über 50 </w:t>
      </w:r>
      <w:proofErr w:type="spellStart"/>
      <w:r w:rsidRPr="22FB78B5">
        <w:rPr>
          <w:rFonts w:ascii="Arial" w:hAnsi="Arial" w:cs="Arial"/>
          <w:sz w:val="22"/>
          <w:szCs w:val="22"/>
          <w:lang w:val="de-DE"/>
        </w:rPr>
        <w:t>SmartPanels</w:t>
      </w:r>
      <w:proofErr w:type="spellEnd"/>
      <w:r w:rsidRPr="22FB78B5">
        <w:rPr>
          <w:rFonts w:ascii="Arial" w:hAnsi="Arial" w:cs="Arial"/>
          <w:sz w:val="22"/>
          <w:szCs w:val="22"/>
          <w:lang w:val="de-DE"/>
        </w:rPr>
        <w:t>, 55 Bolero</w:t>
      </w:r>
      <w:r w:rsidR="717AF791" w:rsidRPr="22FB78B5">
        <w:rPr>
          <w:rFonts w:ascii="Arial" w:hAnsi="Arial" w:cs="Arial"/>
          <w:sz w:val="22"/>
          <w:szCs w:val="22"/>
          <w:lang w:val="de-DE"/>
        </w:rPr>
        <w:t xml:space="preserve"> </w:t>
      </w:r>
      <w:proofErr w:type="spellStart"/>
      <w:r w:rsidR="00090350" w:rsidRPr="22FB78B5">
        <w:rPr>
          <w:rFonts w:ascii="Arial" w:hAnsi="Arial" w:cs="Arial"/>
          <w:sz w:val="22"/>
          <w:szCs w:val="22"/>
          <w:lang w:val="de-DE"/>
        </w:rPr>
        <w:t>B</w:t>
      </w:r>
      <w:r w:rsidRPr="22FB78B5">
        <w:rPr>
          <w:rFonts w:ascii="Arial" w:hAnsi="Arial" w:cs="Arial"/>
          <w:sz w:val="22"/>
          <w:szCs w:val="22"/>
          <w:lang w:val="de-DE"/>
        </w:rPr>
        <w:t>eltpacks</w:t>
      </w:r>
      <w:proofErr w:type="spellEnd"/>
      <w:r w:rsidRPr="22FB78B5">
        <w:rPr>
          <w:rFonts w:ascii="Arial" w:hAnsi="Arial" w:cs="Arial"/>
          <w:sz w:val="22"/>
          <w:szCs w:val="22"/>
          <w:lang w:val="de-DE"/>
        </w:rPr>
        <w:t xml:space="preserve"> und </w:t>
      </w:r>
      <w:proofErr w:type="spellStart"/>
      <w:r w:rsidRPr="22FB78B5">
        <w:rPr>
          <w:rFonts w:ascii="Arial" w:hAnsi="Arial" w:cs="Arial"/>
          <w:sz w:val="22"/>
          <w:szCs w:val="22"/>
          <w:lang w:val="de-DE"/>
        </w:rPr>
        <w:t>PunQtum</w:t>
      </w:r>
      <w:proofErr w:type="spellEnd"/>
      <w:r w:rsidR="00B576A8">
        <w:rPr>
          <w:rFonts w:ascii="Arial" w:hAnsi="Arial" w:cs="Arial"/>
          <w:sz w:val="22"/>
          <w:szCs w:val="22"/>
          <w:lang w:val="de-DE"/>
        </w:rPr>
        <w:t xml:space="preserve"> </w:t>
      </w:r>
      <w:r w:rsidRPr="22FB78B5">
        <w:rPr>
          <w:rFonts w:ascii="Arial" w:hAnsi="Arial" w:cs="Arial"/>
          <w:sz w:val="22"/>
          <w:szCs w:val="22"/>
          <w:lang w:val="de-DE"/>
        </w:rPr>
        <w:t>Partyline-Systemen. Zusammen bilden diese Komponenten ein einheitliches, skalierbares Kommunikationsökosystem für die Produktionscrews auf dem gesamten Schiff.</w:t>
      </w:r>
    </w:p>
    <w:p w14:paraId="2A6F1764" w14:textId="77777777" w:rsidR="00AF447A" w:rsidRDefault="00AF447A" w:rsidP="008554F7">
      <w:pPr>
        <w:spacing w:line="360" w:lineRule="auto"/>
        <w:rPr>
          <w:rFonts w:ascii="Arial" w:hAnsi="Arial" w:cs="Arial"/>
          <w:sz w:val="22"/>
          <w:szCs w:val="22"/>
          <w:lang w:val="de-DE"/>
        </w:rPr>
      </w:pPr>
    </w:p>
    <w:p w14:paraId="0BA923D0" w14:textId="26B323C2" w:rsidR="00201756" w:rsidRPr="00201756" w:rsidRDefault="00201756" w:rsidP="008554F7">
      <w:pPr>
        <w:spacing w:line="360" w:lineRule="auto"/>
        <w:rPr>
          <w:rFonts w:ascii="Arial" w:hAnsi="Arial" w:cs="Arial"/>
          <w:sz w:val="22"/>
          <w:szCs w:val="22"/>
          <w:lang w:val="de-DE"/>
        </w:rPr>
      </w:pPr>
      <w:r w:rsidRPr="22FB78B5">
        <w:rPr>
          <w:rFonts w:ascii="Arial" w:hAnsi="Arial" w:cs="Arial"/>
          <w:sz w:val="22"/>
          <w:szCs w:val="22"/>
          <w:lang w:val="de-DE"/>
        </w:rPr>
        <w:t>„Unsere Zusammenarbeit mit Media Tailor und Royal Caribbean reicht mehr als ein Jahrzehnt zurück“, s</w:t>
      </w:r>
      <w:r w:rsidR="00090350" w:rsidRPr="22FB78B5">
        <w:rPr>
          <w:rFonts w:ascii="Arial" w:hAnsi="Arial" w:cs="Arial"/>
          <w:sz w:val="22"/>
          <w:szCs w:val="22"/>
          <w:lang w:val="de-DE"/>
        </w:rPr>
        <w:t>o</w:t>
      </w:r>
      <w:r w:rsidRPr="22FB78B5">
        <w:rPr>
          <w:rFonts w:ascii="Arial" w:hAnsi="Arial" w:cs="Arial"/>
          <w:sz w:val="22"/>
          <w:szCs w:val="22"/>
          <w:lang w:val="de-DE"/>
        </w:rPr>
        <w:t xml:space="preserve"> Philippe </w:t>
      </w:r>
      <w:proofErr w:type="spellStart"/>
      <w:r w:rsidRPr="22FB78B5">
        <w:rPr>
          <w:rFonts w:ascii="Arial" w:hAnsi="Arial" w:cs="Arial"/>
          <w:sz w:val="22"/>
          <w:szCs w:val="22"/>
          <w:lang w:val="de-DE"/>
        </w:rPr>
        <w:t>Genar</w:t>
      </w:r>
      <w:proofErr w:type="spellEnd"/>
      <w:r w:rsidRPr="22FB78B5">
        <w:rPr>
          <w:rFonts w:ascii="Arial" w:hAnsi="Arial" w:cs="Arial"/>
          <w:sz w:val="22"/>
          <w:szCs w:val="22"/>
          <w:lang w:val="de-DE"/>
        </w:rPr>
        <w:t>, Regional Sales Manager Riedel</w:t>
      </w:r>
      <w:r w:rsidR="00882D58" w:rsidRPr="22FB78B5">
        <w:rPr>
          <w:rFonts w:ascii="Arial" w:hAnsi="Arial" w:cs="Arial"/>
          <w:sz w:val="22"/>
          <w:szCs w:val="22"/>
          <w:lang w:val="de-DE"/>
        </w:rPr>
        <w:t xml:space="preserve"> Communications</w:t>
      </w:r>
      <w:r w:rsidRPr="22FB78B5">
        <w:rPr>
          <w:rFonts w:ascii="Arial" w:hAnsi="Arial" w:cs="Arial"/>
          <w:sz w:val="22"/>
          <w:szCs w:val="22"/>
          <w:lang w:val="de-DE"/>
        </w:rPr>
        <w:t xml:space="preserve">. „Jedes Projekt erweitert die Grenzen des </w:t>
      </w:r>
      <w:r w:rsidR="5F04E0CE" w:rsidRPr="22FB78B5">
        <w:rPr>
          <w:rFonts w:ascii="Arial" w:hAnsi="Arial" w:cs="Arial"/>
          <w:sz w:val="22"/>
          <w:szCs w:val="22"/>
          <w:lang w:val="de-DE"/>
        </w:rPr>
        <w:t xml:space="preserve">Machbaren </w:t>
      </w:r>
      <w:r w:rsidRPr="22FB78B5">
        <w:rPr>
          <w:rFonts w:ascii="Arial" w:hAnsi="Arial" w:cs="Arial"/>
          <w:sz w:val="22"/>
          <w:szCs w:val="22"/>
          <w:lang w:val="de-DE"/>
        </w:rPr>
        <w:t xml:space="preserve">auf See, und die Star </w:t>
      </w:r>
      <w:proofErr w:type="spellStart"/>
      <w:r w:rsidRPr="22FB78B5">
        <w:rPr>
          <w:rFonts w:ascii="Arial" w:hAnsi="Arial" w:cs="Arial"/>
          <w:sz w:val="22"/>
          <w:szCs w:val="22"/>
          <w:lang w:val="de-DE"/>
        </w:rPr>
        <w:t>of</w:t>
      </w:r>
      <w:proofErr w:type="spellEnd"/>
      <w:r w:rsidRPr="22FB78B5">
        <w:rPr>
          <w:rFonts w:ascii="Arial" w:hAnsi="Arial" w:cs="Arial"/>
          <w:sz w:val="22"/>
          <w:szCs w:val="22"/>
          <w:lang w:val="de-DE"/>
        </w:rPr>
        <w:t xml:space="preserve"> </w:t>
      </w:r>
      <w:proofErr w:type="spellStart"/>
      <w:r w:rsidRPr="22FB78B5">
        <w:rPr>
          <w:rFonts w:ascii="Arial" w:hAnsi="Arial" w:cs="Arial"/>
          <w:sz w:val="22"/>
          <w:szCs w:val="22"/>
          <w:lang w:val="de-DE"/>
        </w:rPr>
        <w:t>the</w:t>
      </w:r>
      <w:proofErr w:type="spellEnd"/>
      <w:r w:rsidRPr="22FB78B5">
        <w:rPr>
          <w:rFonts w:ascii="Arial" w:hAnsi="Arial" w:cs="Arial"/>
          <w:sz w:val="22"/>
          <w:szCs w:val="22"/>
          <w:lang w:val="de-DE"/>
        </w:rPr>
        <w:t xml:space="preserve"> Seas ist ein perfektes Beispiel dafür, wie die Technologie von Riedel</w:t>
      </w:r>
      <w:r w:rsidR="008537B6" w:rsidRPr="22FB78B5">
        <w:rPr>
          <w:rFonts w:ascii="Arial" w:hAnsi="Arial" w:cs="Arial"/>
          <w:sz w:val="22"/>
          <w:szCs w:val="22"/>
          <w:lang w:val="de-DE"/>
        </w:rPr>
        <w:t xml:space="preserve"> – </w:t>
      </w:r>
      <w:r w:rsidRPr="22FB78B5">
        <w:rPr>
          <w:rFonts w:ascii="Arial" w:hAnsi="Arial" w:cs="Arial"/>
          <w:sz w:val="22"/>
          <w:szCs w:val="22"/>
          <w:lang w:val="de-DE"/>
        </w:rPr>
        <w:t>kombiniert mit dem innovativen Design und der Medienkompetenz von Media Tailor</w:t>
      </w:r>
      <w:r w:rsidR="008537B6" w:rsidRPr="22FB78B5">
        <w:rPr>
          <w:rFonts w:ascii="Arial" w:hAnsi="Arial" w:cs="Arial"/>
          <w:sz w:val="22"/>
          <w:szCs w:val="22"/>
          <w:lang w:val="de-DE"/>
        </w:rPr>
        <w:t xml:space="preserve"> –</w:t>
      </w:r>
      <w:r w:rsidRPr="22FB78B5">
        <w:rPr>
          <w:rFonts w:ascii="Arial" w:hAnsi="Arial" w:cs="Arial"/>
          <w:sz w:val="22"/>
          <w:szCs w:val="22"/>
          <w:lang w:val="de-DE"/>
        </w:rPr>
        <w:t xml:space="preserve"> nahtlose Konnektivität, betriebliche Effizienz und ein außergewöhnliches Unterhaltungserlebnis im maritimen Bereich ermöglicht.“</w:t>
      </w:r>
    </w:p>
    <w:p w14:paraId="72CF9656" w14:textId="77777777" w:rsidR="00201756" w:rsidRPr="00201756" w:rsidRDefault="00201756" w:rsidP="008554F7">
      <w:pPr>
        <w:spacing w:line="360" w:lineRule="auto"/>
        <w:rPr>
          <w:rFonts w:ascii="Arial" w:hAnsi="Arial" w:cs="Arial"/>
          <w:sz w:val="22"/>
          <w:szCs w:val="22"/>
          <w:lang w:val="de-DE"/>
        </w:rPr>
      </w:pPr>
    </w:p>
    <w:p w14:paraId="775C5AC6" w14:textId="3F13A256" w:rsidR="004910E9" w:rsidRDefault="00201756" w:rsidP="008554F7">
      <w:pPr>
        <w:spacing w:line="360" w:lineRule="auto"/>
        <w:rPr>
          <w:rFonts w:ascii="Arial" w:hAnsi="Arial" w:cs="Arial"/>
          <w:sz w:val="22"/>
          <w:szCs w:val="22"/>
          <w:lang w:val="de-DE"/>
        </w:rPr>
      </w:pPr>
      <w:r w:rsidRPr="00201756">
        <w:rPr>
          <w:rFonts w:ascii="Arial" w:hAnsi="Arial" w:cs="Arial"/>
          <w:sz w:val="22"/>
          <w:szCs w:val="22"/>
          <w:lang w:val="de-DE"/>
        </w:rPr>
        <w:t xml:space="preserve">„Media Tailor und Riedel haben erneut eine integrierte Broadcast-, Kommunikations- und AV-Infrastruktur bereitgestellt, die unübertroffene Flexibilität und betriebliche Effizienz auf unserem Schiff bietet“, fügte Christopher </w:t>
      </w:r>
      <w:proofErr w:type="spellStart"/>
      <w:r w:rsidRPr="00201756">
        <w:rPr>
          <w:rFonts w:ascii="Arial" w:hAnsi="Arial" w:cs="Arial"/>
          <w:sz w:val="22"/>
          <w:szCs w:val="22"/>
          <w:lang w:val="de-DE"/>
        </w:rPr>
        <w:t>Vlassopulos</w:t>
      </w:r>
      <w:proofErr w:type="spellEnd"/>
      <w:r w:rsidRPr="00201756">
        <w:rPr>
          <w:rFonts w:ascii="Arial" w:hAnsi="Arial" w:cs="Arial"/>
          <w:sz w:val="22"/>
          <w:szCs w:val="22"/>
          <w:lang w:val="de-DE"/>
        </w:rPr>
        <w:t xml:space="preserve">, Manager </w:t>
      </w:r>
      <w:proofErr w:type="spellStart"/>
      <w:r w:rsidRPr="00201756">
        <w:rPr>
          <w:rFonts w:ascii="Arial" w:hAnsi="Arial" w:cs="Arial"/>
          <w:sz w:val="22"/>
          <w:szCs w:val="22"/>
          <w:lang w:val="de-DE"/>
        </w:rPr>
        <w:t>Newbuilding</w:t>
      </w:r>
      <w:proofErr w:type="spellEnd"/>
      <w:r w:rsidRPr="00201756">
        <w:rPr>
          <w:rFonts w:ascii="Arial" w:hAnsi="Arial" w:cs="Arial"/>
          <w:sz w:val="22"/>
          <w:szCs w:val="22"/>
          <w:lang w:val="de-DE"/>
        </w:rPr>
        <w:t xml:space="preserve"> bei Royal Caribbean, hinzu. „Dank ihrer</w:t>
      </w:r>
      <w:r>
        <w:rPr>
          <w:rFonts w:ascii="Arial" w:hAnsi="Arial" w:cs="Arial"/>
          <w:sz w:val="22"/>
          <w:szCs w:val="22"/>
          <w:lang w:val="de-DE"/>
        </w:rPr>
        <w:t xml:space="preserve"> </w:t>
      </w:r>
      <w:r w:rsidRPr="00201756">
        <w:rPr>
          <w:rFonts w:ascii="Arial" w:hAnsi="Arial" w:cs="Arial"/>
          <w:sz w:val="22"/>
          <w:szCs w:val="22"/>
          <w:lang w:val="de-DE"/>
        </w:rPr>
        <w:t>Kompetenz können unsere Teams unseren Gästen jeden Tag und überall auf der Welt spektakuläre Live-Erlebnisse bieten.“</w:t>
      </w:r>
    </w:p>
    <w:p w14:paraId="69737C52" w14:textId="77777777" w:rsidR="009E031A" w:rsidRDefault="009E031A" w:rsidP="008554F7">
      <w:pPr>
        <w:spacing w:line="360" w:lineRule="auto"/>
        <w:rPr>
          <w:rFonts w:ascii="Arial" w:hAnsi="Arial" w:cs="Arial"/>
          <w:sz w:val="22"/>
          <w:szCs w:val="22"/>
          <w:lang w:val="de-DE"/>
        </w:rPr>
      </w:pPr>
    </w:p>
    <w:p w14:paraId="75926B03" w14:textId="77777777" w:rsidR="005B20B4" w:rsidRPr="00933468" w:rsidRDefault="005B20B4" w:rsidP="008554F7">
      <w:pPr>
        <w:pStyle w:val="paragraph"/>
        <w:spacing w:before="0" w:beforeAutospacing="0" w:after="0" w:afterAutospacing="0" w:line="360" w:lineRule="auto"/>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14:paraId="0D2044BC" w14:textId="77777777" w:rsidR="005B20B4" w:rsidRPr="00933468" w:rsidRDefault="005B20B4" w:rsidP="008554F7">
      <w:pPr>
        <w:pStyle w:val="paragraph"/>
        <w:spacing w:before="0" w:beforeAutospacing="0" w:after="0" w:afterAutospacing="0" w:line="360" w:lineRule="auto"/>
        <w:textAlignment w:val="baseline"/>
        <w:rPr>
          <w:rFonts w:ascii="Segoe UI" w:hAnsi="Segoe UI" w:cs="Segoe UI"/>
          <w:sz w:val="18"/>
          <w:szCs w:val="18"/>
          <w:lang w:val="en-US"/>
        </w:rPr>
      </w:pPr>
      <w:r w:rsidRPr="00933468">
        <w:rPr>
          <w:rStyle w:val="eop"/>
          <w:rFonts w:ascii="Arial" w:hAnsi="Arial" w:cs="Arial"/>
          <w:sz w:val="20"/>
          <w:szCs w:val="20"/>
          <w:lang w:val="en-US"/>
        </w:rPr>
        <w:t> </w:t>
      </w:r>
    </w:p>
    <w:p w14:paraId="1712542B" w14:textId="260EBC15" w:rsidR="00B423E7" w:rsidRPr="008554F7" w:rsidRDefault="005B20B4" w:rsidP="005B20B4">
      <w:pPr>
        <w:pStyle w:val="paragraph"/>
        <w:spacing w:before="0" w:beforeAutospacing="0" w:after="0" w:afterAutospacing="0"/>
        <w:textAlignment w:val="baseline"/>
        <w:rPr>
          <w:rFonts w:ascii="Arial" w:hAnsi="Arial" w:cs="Arial"/>
          <w:sz w:val="20"/>
          <w:szCs w:val="20"/>
          <w:lang w:val="en-US"/>
        </w:rPr>
      </w:pPr>
      <w:proofErr w:type="spellStart"/>
      <w:r w:rsidRPr="008554F7">
        <w:rPr>
          <w:rStyle w:val="normaltextrun"/>
          <w:rFonts w:ascii="Arial" w:hAnsi="Arial" w:cs="Arial"/>
          <w:b/>
          <w:sz w:val="20"/>
          <w:szCs w:val="20"/>
          <w:lang w:val="en-US"/>
        </w:rPr>
        <w:t>Über</w:t>
      </w:r>
      <w:proofErr w:type="spellEnd"/>
      <w:r w:rsidRPr="008554F7">
        <w:rPr>
          <w:rStyle w:val="normaltextrun"/>
          <w:rFonts w:ascii="Arial" w:hAnsi="Arial" w:cs="Arial"/>
          <w:b/>
          <w:sz w:val="20"/>
          <w:szCs w:val="20"/>
          <w:lang w:val="en-US"/>
        </w:rPr>
        <w:t xml:space="preserve"> Riedel Communications</w:t>
      </w:r>
      <w:r w:rsidRPr="008554F7">
        <w:rPr>
          <w:rStyle w:val="eop"/>
          <w:rFonts w:ascii="Arial" w:hAnsi="Arial" w:cs="Arial"/>
          <w:sz w:val="20"/>
          <w:szCs w:val="20"/>
          <w:lang w:val="en-US"/>
        </w:rPr>
        <w:t> </w:t>
      </w:r>
    </w:p>
    <w:p w14:paraId="6622AA8C" w14:textId="77777777" w:rsidR="005B20B4" w:rsidRPr="008554F7" w:rsidRDefault="005B20B4" w:rsidP="005B20B4">
      <w:pPr>
        <w:pStyle w:val="paragraph"/>
        <w:spacing w:before="0" w:beforeAutospacing="0" w:after="0" w:afterAutospacing="0"/>
        <w:textAlignment w:val="baseline"/>
        <w:rPr>
          <w:rFonts w:ascii="Segoe UI" w:hAnsi="Segoe UI" w:cs="Segoe UI"/>
          <w:sz w:val="20"/>
          <w:szCs w:val="20"/>
        </w:rPr>
      </w:pPr>
      <w:r w:rsidRPr="008554F7">
        <w:rPr>
          <w:rStyle w:val="normaltextrun"/>
          <w:rFonts w:ascii="Arial" w:hAnsi="Arial" w:cs="Arial"/>
          <w:sz w:val="20"/>
          <w:szCs w:val="20"/>
          <w:lang w:val="en-US"/>
        </w:rPr>
        <w:t xml:space="preserve">Riedel Communications GmbH &amp; Co. </w:t>
      </w:r>
      <w:r w:rsidRPr="008554F7">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sidRPr="008554F7">
        <w:rPr>
          <w:rStyle w:val="normaltextrun"/>
          <w:rFonts w:ascii="Arial" w:hAnsi="Arial" w:cs="Arial"/>
          <w:sz w:val="20"/>
          <w:szCs w:val="20"/>
        </w:rPr>
        <w:t>Intercom</w:t>
      </w:r>
      <w:proofErr w:type="spellEnd"/>
      <w:r w:rsidRPr="008554F7">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sidRPr="008554F7">
        <w:rPr>
          <w:rStyle w:val="normaltextrun"/>
          <w:rFonts w:ascii="Arial" w:hAnsi="Arial" w:cs="Arial"/>
          <w:sz w:val="20"/>
          <w:szCs w:val="20"/>
        </w:rPr>
        <w:t>Product</w:t>
      </w:r>
      <w:proofErr w:type="spellEnd"/>
      <w:r w:rsidRPr="008554F7">
        <w:rPr>
          <w:rStyle w:val="normaltextrun"/>
          <w:rFonts w:ascii="Arial" w:hAnsi="Arial" w:cs="Arial"/>
          <w:sz w:val="20"/>
          <w:szCs w:val="20"/>
        </w:rPr>
        <w:t xml:space="preserve"> Division, </w:t>
      </w:r>
      <w:proofErr w:type="spellStart"/>
      <w:r w:rsidRPr="008554F7">
        <w:rPr>
          <w:rStyle w:val="normaltextrun"/>
          <w:rFonts w:ascii="Arial" w:hAnsi="Arial" w:cs="Arial"/>
          <w:sz w:val="20"/>
          <w:szCs w:val="20"/>
        </w:rPr>
        <w:t>Managed</w:t>
      </w:r>
      <w:proofErr w:type="spellEnd"/>
      <w:r w:rsidRPr="008554F7">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sidRPr="008554F7">
        <w:rPr>
          <w:rStyle w:val="eop"/>
          <w:rFonts w:ascii="Arial" w:hAnsi="Arial" w:cs="Arial"/>
          <w:sz w:val="20"/>
          <w:szCs w:val="20"/>
        </w:rPr>
        <w:t> </w:t>
      </w:r>
    </w:p>
    <w:p w14:paraId="5AF5BA5D" w14:textId="77777777" w:rsidR="005B20B4" w:rsidRPr="008554F7" w:rsidRDefault="005B20B4" w:rsidP="005B20B4">
      <w:pPr>
        <w:pStyle w:val="paragraph"/>
        <w:spacing w:before="0" w:beforeAutospacing="0" w:after="0" w:afterAutospacing="0"/>
        <w:textAlignment w:val="baseline"/>
        <w:rPr>
          <w:rStyle w:val="eop"/>
          <w:rFonts w:ascii="Arial" w:hAnsi="Arial" w:cs="Arial"/>
          <w:sz w:val="20"/>
          <w:szCs w:val="20"/>
        </w:rPr>
      </w:pPr>
      <w:r w:rsidRPr="008554F7">
        <w:rPr>
          <w:rStyle w:val="eop"/>
          <w:rFonts w:ascii="Arial" w:hAnsi="Arial" w:cs="Arial"/>
          <w:sz w:val="20"/>
          <w:szCs w:val="20"/>
        </w:rPr>
        <w:t> </w:t>
      </w:r>
    </w:p>
    <w:p w14:paraId="3A15CBB3" w14:textId="7CFFD2D4" w:rsidR="009C58F4" w:rsidRPr="008554F7" w:rsidRDefault="009C58F4" w:rsidP="003A0A48">
      <w:pPr>
        <w:pStyle w:val="paragraph"/>
        <w:textAlignment w:val="baseline"/>
        <w:rPr>
          <w:rFonts w:ascii="Arial" w:hAnsi="Arial" w:cs="Arial"/>
          <w:b/>
          <w:bCs/>
          <w:sz w:val="20"/>
          <w:szCs w:val="20"/>
        </w:rPr>
      </w:pPr>
      <w:r w:rsidRPr="008554F7">
        <w:rPr>
          <w:rFonts w:ascii="Arial" w:hAnsi="Arial" w:cs="Arial"/>
          <w:b/>
          <w:bCs/>
          <w:sz w:val="20"/>
          <w:szCs w:val="20"/>
        </w:rPr>
        <w:t>Über Media Tailor</w:t>
      </w:r>
      <w:r w:rsidR="006021E5" w:rsidRPr="008554F7">
        <w:rPr>
          <w:rFonts w:ascii="Arial" w:hAnsi="Arial" w:cs="Arial"/>
          <w:sz w:val="20"/>
          <w:szCs w:val="20"/>
        </w:rPr>
        <w:br/>
      </w:r>
      <w:r w:rsidRPr="008554F7">
        <w:rPr>
          <w:rFonts w:ascii="Arial" w:hAnsi="Arial" w:cs="Arial"/>
          <w:sz w:val="20"/>
          <w:szCs w:val="20"/>
        </w:rPr>
        <w:t xml:space="preserve">Die Media Tailor Group wurde 1996 gegründet und entstand 2024 aus der Fusion von TV Tools und Media Tailor. Das nordische Unternehmen bietet nun umfassende Lösungen für die Medienproduktion, -verwaltung und -verteilung und bedient Kunden aus der gesamten Medienlandschaft mit einem Fokus auf Effizienz und Innovation. Im Mittelpunkt der Mission der Media Tailor Group steht ihr Engagement für Nachhaltigkeit, wobei umweltfreundliche Praktiken integriert und Umweltverantwortung auf allen Ebenen des Unternehmens priorisiert </w:t>
      </w:r>
      <w:proofErr w:type="spellStart"/>
      <w:proofErr w:type="gramStart"/>
      <w:r w:rsidRPr="008554F7">
        <w:rPr>
          <w:rFonts w:ascii="Arial" w:hAnsi="Arial" w:cs="Arial"/>
          <w:sz w:val="20"/>
          <w:szCs w:val="20"/>
        </w:rPr>
        <w:t>werden.Die</w:t>
      </w:r>
      <w:proofErr w:type="spellEnd"/>
      <w:proofErr w:type="gramEnd"/>
      <w:r w:rsidRPr="008554F7">
        <w:rPr>
          <w:rFonts w:ascii="Arial" w:hAnsi="Arial" w:cs="Arial"/>
          <w:sz w:val="20"/>
          <w:szCs w:val="20"/>
        </w:rPr>
        <w:t xml:space="preserve"> Geschichte des Unternehmens mit Royal Caribbean reicht bis ins Jahr 1997 zurück. Derzeit arbeitet es an ICON3 </w:t>
      </w:r>
      <w:proofErr w:type="gramStart"/>
      <w:r w:rsidRPr="008554F7">
        <w:rPr>
          <w:rFonts w:ascii="Arial" w:hAnsi="Arial" w:cs="Arial"/>
          <w:sz w:val="20"/>
          <w:szCs w:val="20"/>
        </w:rPr>
        <w:t>Legend</w:t>
      </w:r>
      <w:proofErr w:type="gramEnd"/>
      <w:r w:rsidRPr="008554F7">
        <w:rPr>
          <w:rFonts w:ascii="Arial" w:hAnsi="Arial" w:cs="Arial"/>
          <w:sz w:val="20"/>
          <w:szCs w:val="20"/>
        </w:rPr>
        <w:t xml:space="preserve"> </w:t>
      </w:r>
      <w:proofErr w:type="spellStart"/>
      <w:r w:rsidRPr="008554F7">
        <w:rPr>
          <w:rFonts w:ascii="Arial" w:hAnsi="Arial" w:cs="Arial"/>
          <w:sz w:val="20"/>
          <w:szCs w:val="20"/>
        </w:rPr>
        <w:t>of</w:t>
      </w:r>
      <w:proofErr w:type="spellEnd"/>
      <w:r w:rsidRPr="008554F7">
        <w:rPr>
          <w:rFonts w:ascii="Arial" w:hAnsi="Arial" w:cs="Arial"/>
          <w:sz w:val="20"/>
          <w:szCs w:val="20"/>
        </w:rPr>
        <w:t xml:space="preserve"> </w:t>
      </w:r>
      <w:proofErr w:type="spellStart"/>
      <w:r w:rsidRPr="008554F7">
        <w:rPr>
          <w:rFonts w:ascii="Arial" w:hAnsi="Arial" w:cs="Arial"/>
          <w:sz w:val="20"/>
          <w:szCs w:val="20"/>
        </w:rPr>
        <w:t>the</w:t>
      </w:r>
      <w:proofErr w:type="spellEnd"/>
      <w:r w:rsidRPr="008554F7">
        <w:rPr>
          <w:rFonts w:ascii="Arial" w:hAnsi="Arial" w:cs="Arial"/>
          <w:sz w:val="20"/>
          <w:szCs w:val="20"/>
        </w:rPr>
        <w:t xml:space="preserve"> Seas und dem neu angekündigten ICON4.</w:t>
      </w:r>
    </w:p>
    <w:p w14:paraId="1FFB6524" w14:textId="77777777" w:rsidR="00AB0E3B" w:rsidRPr="005B20B4" w:rsidRDefault="005B20B4" w:rsidP="005B20B4">
      <w:pPr>
        <w:pStyle w:val="paragraph"/>
        <w:spacing w:before="0" w:beforeAutospacing="0" w:after="0" w:afterAutospacing="0"/>
        <w:textAlignment w:val="baseline"/>
        <w:rPr>
          <w:rFonts w:ascii="Segoe UI" w:hAnsi="Segoe UI" w:cs="Segoe UI"/>
          <w:sz w:val="18"/>
          <w:szCs w:val="18"/>
        </w:rPr>
      </w:pPr>
      <w:r w:rsidRPr="008554F7">
        <w:rPr>
          <w:rStyle w:val="scxw54580859"/>
          <w:sz w:val="20"/>
          <w:szCs w:val="20"/>
        </w:rPr>
        <w:t> </w:t>
      </w:r>
      <w:r w:rsidRPr="008554F7">
        <w:rPr>
          <w:sz w:val="20"/>
          <w:szCs w:val="20"/>
        </w:rPr>
        <w:br/>
      </w:r>
      <w:r w:rsidRPr="008554F7">
        <w:rPr>
          <w:rStyle w:val="normaltextrun"/>
          <w:rFonts w:ascii="Arial" w:hAnsi="Arial" w:cs="Arial"/>
          <w:sz w:val="20"/>
          <w:szCs w:val="20"/>
        </w:rPr>
        <w:t xml:space="preserve">Weitere Informationen </w:t>
      </w:r>
      <w:r w:rsidR="000B6C1D" w:rsidRPr="008554F7">
        <w:rPr>
          <w:rStyle w:val="normaltextrun"/>
          <w:rFonts w:ascii="Arial" w:hAnsi="Arial" w:cs="Arial"/>
          <w:sz w:val="20"/>
          <w:szCs w:val="20"/>
        </w:rPr>
        <w:t>zu</w:t>
      </w:r>
      <w:r w:rsidRPr="008554F7">
        <w:rPr>
          <w:rStyle w:val="normaltextrun"/>
          <w:rFonts w:ascii="Arial" w:hAnsi="Arial" w:cs="Arial"/>
          <w:sz w:val="20"/>
          <w:szCs w:val="20"/>
        </w:rPr>
        <w:t xml:space="preserve"> Riedel finden Sie auf </w:t>
      </w:r>
      <w:hyperlink r:id="rId21" w:tgtFrame="_blank" w:history="1">
        <w:r w:rsidRPr="008554F7">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00AB0E3B" w:rsidRPr="005B20B4" w:rsidSect="003A1D9D">
      <w:headerReference w:type="first" r:id="rId22"/>
      <w:pgSz w:w="11900" w:h="16840"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A24E32" w14:textId="77777777" w:rsidR="00285BAC" w:rsidRDefault="00285BAC">
      <w:r>
        <w:separator/>
      </w:r>
    </w:p>
  </w:endnote>
  <w:endnote w:type="continuationSeparator" w:id="0">
    <w:p w14:paraId="0613E141" w14:textId="77777777" w:rsidR="00285BAC" w:rsidRDefault="00285BAC">
      <w:r>
        <w:continuationSeparator/>
      </w:r>
    </w:p>
  </w:endnote>
  <w:endnote w:type="continuationNotice" w:id="1">
    <w:p w14:paraId="15FE5954" w14:textId="77777777" w:rsidR="00285BAC" w:rsidRDefault="00285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7E82D" w14:textId="77777777" w:rsidR="00285BAC" w:rsidRDefault="00285BAC">
      <w:r>
        <w:separator/>
      </w:r>
    </w:p>
  </w:footnote>
  <w:footnote w:type="continuationSeparator" w:id="0">
    <w:p w14:paraId="28E895CF" w14:textId="77777777" w:rsidR="00285BAC" w:rsidRDefault="00285BAC">
      <w:r>
        <w:continuationSeparator/>
      </w:r>
    </w:p>
  </w:footnote>
  <w:footnote w:type="continuationNotice" w:id="1">
    <w:p w14:paraId="77864D0D" w14:textId="77777777" w:rsidR="00285BAC" w:rsidRDefault="00285B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D73AF" w14:textId="77777777" w:rsidR="00B75422" w:rsidRDefault="00B75422" w:rsidP="00746EC0">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5921FE1D" wp14:editId="081E7142">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14:paraId="1547F1A4"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1FE1D"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" filled="f" stroked="f">
              <v:textbox inset=",7.2pt,,7.2pt">
                <w:txbxContent>
                  <w:p w14:paraId="1547F1A4"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12EBB8D6" wp14:editId="781EA4A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4A9ED236" wp14:editId="49F34918">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550FC149">
            <v:rect id="Rechteck 3"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2437756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&#13;&#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activeWritingStyle w:appName="MSWord" w:lang="de-DE" w:vendorID="64" w:dllVersion="0" w:nlCheck="1" w:checkStyle="0"/>
  <w:activeWritingStyle w:appName="MSWord" w:lang="en-US" w:vendorID="64" w:dllVersion="0" w:nlCheck="1" w:checkStyle="0"/>
  <w:proofState w:spelling="clean" w:grammar="clean"/>
  <w:attachedTemplate r:id="rId1"/>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932"/>
    <w:rsid w:val="000005E2"/>
    <w:rsid w:val="0000077D"/>
    <w:rsid w:val="00000B42"/>
    <w:rsid w:val="00000D9E"/>
    <w:rsid w:val="00001516"/>
    <w:rsid w:val="000022B4"/>
    <w:rsid w:val="00002869"/>
    <w:rsid w:val="00003A71"/>
    <w:rsid w:val="0000577E"/>
    <w:rsid w:val="000071C1"/>
    <w:rsid w:val="000079BC"/>
    <w:rsid w:val="000108B9"/>
    <w:rsid w:val="000134E2"/>
    <w:rsid w:val="0001419D"/>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0350"/>
    <w:rsid w:val="00091C67"/>
    <w:rsid w:val="0009205E"/>
    <w:rsid w:val="0009296D"/>
    <w:rsid w:val="00093265"/>
    <w:rsid w:val="00093939"/>
    <w:rsid w:val="0009493A"/>
    <w:rsid w:val="0009519B"/>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6C1D"/>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932"/>
    <w:rsid w:val="00104BBF"/>
    <w:rsid w:val="00107824"/>
    <w:rsid w:val="00110E46"/>
    <w:rsid w:val="00110F7C"/>
    <w:rsid w:val="00113AC7"/>
    <w:rsid w:val="00114564"/>
    <w:rsid w:val="00116210"/>
    <w:rsid w:val="001163C6"/>
    <w:rsid w:val="00116617"/>
    <w:rsid w:val="0011678F"/>
    <w:rsid w:val="00121BDF"/>
    <w:rsid w:val="001233FB"/>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1012"/>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77651"/>
    <w:rsid w:val="0018038F"/>
    <w:rsid w:val="001807D4"/>
    <w:rsid w:val="0018143B"/>
    <w:rsid w:val="00181548"/>
    <w:rsid w:val="00181DAE"/>
    <w:rsid w:val="001842A0"/>
    <w:rsid w:val="00185A84"/>
    <w:rsid w:val="00187D02"/>
    <w:rsid w:val="001916D3"/>
    <w:rsid w:val="0019258B"/>
    <w:rsid w:val="0019304C"/>
    <w:rsid w:val="00194BEA"/>
    <w:rsid w:val="001954B1"/>
    <w:rsid w:val="00196369"/>
    <w:rsid w:val="00197CBD"/>
    <w:rsid w:val="001A39C6"/>
    <w:rsid w:val="001A4876"/>
    <w:rsid w:val="001A4F86"/>
    <w:rsid w:val="001B10B1"/>
    <w:rsid w:val="001B1255"/>
    <w:rsid w:val="001B19D1"/>
    <w:rsid w:val="001B1A09"/>
    <w:rsid w:val="001B1C75"/>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3F53"/>
    <w:rsid w:val="001F6AA1"/>
    <w:rsid w:val="001F7AB4"/>
    <w:rsid w:val="00201756"/>
    <w:rsid w:val="00201798"/>
    <w:rsid w:val="00203DE8"/>
    <w:rsid w:val="00206F54"/>
    <w:rsid w:val="00212551"/>
    <w:rsid w:val="00212CC7"/>
    <w:rsid w:val="002138A8"/>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5BAC"/>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691"/>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DE5"/>
    <w:rsid w:val="00342E49"/>
    <w:rsid w:val="003445EF"/>
    <w:rsid w:val="003448C2"/>
    <w:rsid w:val="00344EA5"/>
    <w:rsid w:val="00347F8D"/>
    <w:rsid w:val="00350DF0"/>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195A"/>
    <w:rsid w:val="00383415"/>
    <w:rsid w:val="0038622E"/>
    <w:rsid w:val="00386569"/>
    <w:rsid w:val="00387435"/>
    <w:rsid w:val="0039051B"/>
    <w:rsid w:val="00390BFC"/>
    <w:rsid w:val="0039163E"/>
    <w:rsid w:val="00391E3E"/>
    <w:rsid w:val="0039284A"/>
    <w:rsid w:val="003928F0"/>
    <w:rsid w:val="00394E4A"/>
    <w:rsid w:val="00395021"/>
    <w:rsid w:val="003A08B0"/>
    <w:rsid w:val="003A0A48"/>
    <w:rsid w:val="003A1498"/>
    <w:rsid w:val="003A1D9D"/>
    <w:rsid w:val="003A5D01"/>
    <w:rsid w:val="003A694C"/>
    <w:rsid w:val="003A69CF"/>
    <w:rsid w:val="003A6D9B"/>
    <w:rsid w:val="003A706F"/>
    <w:rsid w:val="003B16CE"/>
    <w:rsid w:val="003B1B59"/>
    <w:rsid w:val="003B1C03"/>
    <w:rsid w:val="003B1F52"/>
    <w:rsid w:val="003B428E"/>
    <w:rsid w:val="003B4C51"/>
    <w:rsid w:val="003B5BC9"/>
    <w:rsid w:val="003B67C1"/>
    <w:rsid w:val="003B6A2A"/>
    <w:rsid w:val="003C055C"/>
    <w:rsid w:val="003C1C36"/>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1F07"/>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24C3B"/>
    <w:rsid w:val="004323E7"/>
    <w:rsid w:val="00433214"/>
    <w:rsid w:val="004370EB"/>
    <w:rsid w:val="00437942"/>
    <w:rsid w:val="004420C4"/>
    <w:rsid w:val="00443CC3"/>
    <w:rsid w:val="0044524B"/>
    <w:rsid w:val="004452D5"/>
    <w:rsid w:val="00445A5C"/>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631E"/>
    <w:rsid w:val="00477749"/>
    <w:rsid w:val="00477E32"/>
    <w:rsid w:val="004816C7"/>
    <w:rsid w:val="00482E5F"/>
    <w:rsid w:val="00484D50"/>
    <w:rsid w:val="00490F1E"/>
    <w:rsid w:val="004910E9"/>
    <w:rsid w:val="00491B42"/>
    <w:rsid w:val="00492DBF"/>
    <w:rsid w:val="00493D72"/>
    <w:rsid w:val="0049495E"/>
    <w:rsid w:val="004970AD"/>
    <w:rsid w:val="00497B6C"/>
    <w:rsid w:val="004A0EC9"/>
    <w:rsid w:val="004A25A3"/>
    <w:rsid w:val="004A2BED"/>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2F4"/>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B0CF5"/>
    <w:rsid w:val="005B1C18"/>
    <w:rsid w:val="005B1FAB"/>
    <w:rsid w:val="005B20B4"/>
    <w:rsid w:val="005B2ABD"/>
    <w:rsid w:val="005B3F4E"/>
    <w:rsid w:val="005B60C2"/>
    <w:rsid w:val="005C4B95"/>
    <w:rsid w:val="005C4F34"/>
    <w:rsid w:val="005C5CE6"/>
    <w:rsid w:val="005C5E25"/>
    <w:rsid w:val="005C5F5B"/>
    <w:rsid w:val="005C6704"/>
    <w:rsid w:val="005C79CF"/>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4F5F"/>
    <w:rsid w:val="005F51CB"/>
    <w:rsid w:val="005F6859"/>
    <w:rsid w:val="006020CC"/>
    <w:rsid w:val="006021E5"/>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0CA7"/>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45DE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0B7"/>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2DE2"/>
    <w:rsid w:val="006B7BDF"/>
    <w:rsid w:val="006B7DEC"/>
    <w:rsid w:val="006B7E25"/>
    <w:rsid w:val="006B7EBE"/>
    <w:rsid w:val="006C0905"/>
    <w:rsid w:val="006C0E3D"/>
    <w:rsid w:val="006C2522"/>
    <w:rsid w:val="006C2663"/>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1C24"/>
    <w:rsid w:val="006F3752"/>
    <w:rsid w:val="006F55DE"/>
    <w:rsid w:val="00702B5D"/>
    <w:rsid w:val="00702C89"/>
    <w:rsid w:val="00703451"/>
    <w:rsid w:val="007041F2"/>
    <w:rsid w:val="00707BD4"/>
    <w:rsid w:val="007115EA"/>
    <w:rsid w:val="00714C5E"/>
    <w:rsid w:val="007162C9"/>
    <w:rsid w:val="0071798F"/>
    <w:rsid w:val="007179BD"/>
    <w:rsid w:val="0072428C"/>
    <w:rsid w:val="00725D18"/>
    <w:rsid w:val="00725E76"/>
    <w:rsid w:val="00726147"/>
    <w:rsid w:val="0072666B"/>
    <w:rsid w:val="00732676"/>
    <w:rsid w:val="00734159"/>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1065"/>
    <w:rsid w:val="0075204A"/>
    <w:rsid w:val="00752BBA"/>
    <w:rsid w:val="007549C0"/>
    <w:rsid w:val="0075594F"/>
    <w:rsid w:val="007570DE"/>
    <w:rsid w:val="0075718F"/>
    <w:rsid w:val="00767226"/>
    <w:rsid w:val="0077169C"/>
    <w:rsid w:val="007727E5"/>
    <w:rsid w:val="00774DCC"/>
    <w:rsid w:val="00775FE5"/>
    <w:rsid w:val="007768C0"/>
    <w:rsid w:val="007769A5"/>
    <w:rsid w:val="00777399"/>
    <w:rsid w:val="0078393E"/>
    <w:rsid w:val="00783BCB"/>
    <w:rsid w:val="00783C71"/>
    <w:rsid w:val="00785026"/>
    <w:rsid w:val="007852E9"/>
    <w:rsid w:val="00785588"/>
    <w:rsid w:val="00785B09"/>
    <w:rsid w:val="00787714"/>
    <w:rsid w:val="00788A12"/>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0E47"/>
    <w:rsid w:val="007B1D13"/>
    <w:rsid w:val="007B33ED"/>
    <w:rsid w:val="007B3EB9"/>
    <w:rsid w:val="007B4CE3"/>
    <w:rsid w:val="007B7101"/>
    <w:rsid w:val="007B7AC5"/>
    <w:rsid w:val="007B7F50"/>
    <w:rsid w:val="007C1998"/>
    <w:rsid w:val="007C2BDA"/>
    <w:rsid w:val="007D0E16"/>
    <w:rsid w:val="007D1BB3"/>
    <w:rsid w:val="007D3402"/>
    <w:rsid w:val="007D49FA"/>
    <w:rsid w:val="007D6409"/>
    <w:rsid w:val="007E2B12"/>
    <w:rsid w:val="007E338B"/>
    <w:rsid w:val="007E3724"/>
    <w:rsid w:val="007E3BB4"/>
    <w:rsid w:val="007E44E4"/>
    <w:rsid w:val="007E4878"/>
    <w:rsid w:val="007E5261"/>
    <w:rsid w:val="007E5DE1"/>
    <w:rsid w:val="007E611A"/>
    <w:rsid w:val="007E6182"/>
    <w:rsid w:val="007E682A"/>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02EC"/>
    <w:rsid w:val="00831B5D"/>
    <w:rsid w:val="0083202B"/>
    <w:rsid w:val="00832F52"/>
    <w:rsid w:val="008367E0"/>
    <w:rsid w:val="00836856"/>
    <w:rsid w:val="00841D25"/>
    <w:rsid w:val="00842F31"/>
    <w:rsid w:val="008472C8"/>
    <w:rsid w:val="00847BF7"/>
    <w:rsid w:val="00851635"/>
    <w:rsid w:val="0085210C"/>
    <w:rsid w:val="008537B6"/>
    <w:rsid w:val="008554F7"/>
    <w:rsid w:val="008568D2"/>
    <w:rsid w:val="00857D3A"/>
    <w:rsid w:val="0086171A"/>
    <w:rsid w:val="00865954"/>
    <w:rsid w:val="00865962"/>
    <w:rsid w:val="00865DC0"/>
    <w:rsid w:val="00870DE2"/>
    <w:rsid w:val="00870F34"/>
    <w:rsid w:val="00871142"/>
    <w:rsid w:val="00872D9F"/>
    <w:rsid w:val="008743C9"/>
    <w:rsid w:val="0087522A"/>
    <w:rsid w:val="00881286"/>
    <w:rsid w:val="008822F0"/>
    <w:rsid w:val="00882D58"/>
    <w:rsid w:val="008837F0"/>
    <w:rsid w:val="00884DEA"/>
    <w:rsid w:val="0089220B"/>
    <w:rsid w:val="008941FA"/>
    <w:rsid w:val="00894C86"/>
    <w:rsid w:val="00895664"/>
    <w:rsid w:val="008968C3"/>
    <w:rsid w:val="00897A90"/>
    <w:rsid w:val="008A202E"/>
    <w:rsid w:val="008A2AC6"/>
    <w:rsid w:val="008A39BA"/>
    <w:rsid w:val="008A65AF"/>
    <w:rsid w:val="008B09E9"/>
    <w:rsid w:val="008B2D91"/>
    <w:rsid w:val="008B3BA8"/>
    <w:rsid w:val="008B652F"/>
    <w:rsid w:val="008B7A83"/>
    <w:rsid w:val="008C02DD"/>
    <w:rsid w:val="008C343F"/>
    <w:rsid w:val="008C4927"/>
    <w:rsid w:val="008C54DE"/>
    <w:rsid w:val="008C6E1D"/>
    <w:rsid w:val="008D2577"/>
    <w:rsid w:val="008D4F58"/>
    <w:rsid w:val="008D51EB"/>
    <w:rsid w:val="008D5D0B"/>
    <w:rsid w:val="008D6D15"/>
    <w:rsid w:val="008D7FA8"/>
    <w:rsid w:val="008E0684"/>
    <w:rsid w:val="008F1C97"/>
    <w:rsid w:val="008F1EAF"/>
    <w:rsid w:val="008F568A"/>
    <w:rsid w:val="008F654B"/>
    <w:rsid w:val="008F6839"/>
    <w:rsid w:val="008F69EE"/>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5214"/>
    <w:rsid w:val="00936A2F"/>
    <w:rsid w:val="009379BD"/>
    <w:rsid w:val="00937CD3"/>
    <w:rsid w:val="00937F39"/>
    <w:rsid w:val="00942CB1"/>
    <w:rsid w:val="00942D2E"/>
    <w:rsid w:val="00943503"/>
    <w:rsid w:val="009463E2"/>
    <w:rsid w:val="009473C2"/>
    <w:rsid w:val="00950366"/>
    <w:rsid w:val="00950F33"/>
    <w:rsid w:val="00951BA3"/>
    <w:rsid w:val="00951C9F"/>
    <w:rsid w:val="009563DB"/>
    <w:rsid w:val="009572DA"/>
    <w:rsid w:val="00957FAA"/>
    <w:rsid w:val="00960547"/>
    <w:rsid w:val="009608F6"/>
    <w:rsid w:val="00961B05"/>
    <w:rsid w:val="00962559"/>
    <w:rsid w:val="009658CB"/>
    <w:rsid w:val="00966061"/>
    <w:rsid w:val="009731BF"/>
    <w:rsid w:val="009738B4"/>
    <w:rsid w:val="0097549F"/>
    <w:rsid w:val="00975BAF"/>
    <w:rsid w:val="00976C46"/>
    <w:rsid w:val="00980F93"/>
    <w:rsid w:val="009906F0"/>
    <w:rsid w:val="0099231C"/>
    <w:rsid w:val="009930FA"/>
    <w:rsid w:val="00993D2A"/>
    <w:rsid w:val="00997626"/>
    <w:rsid w:val="009A1349"/>
    <w:rsid w:val="009A16D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58F4"/>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31A"/>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96F"/>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E16"/>
    <w:rsid w:val="00AE05F2"/>
    <w:rsid w:val="00AE183F"/>
    <w:rsid w:val="00AE2259"/>
    <w:rsid w:val="00AE6047"/>
    <w:rsid w:val="00AF2163"/>
    <w:rsid w:val="00AF391D"/>
    <w:rsid w:val="00AF447A"/>
    <w:rsid w:val="00AF62C6"/>
    <w:rsid w:val="00AF6729"/>
    <w:rsid w:val="00AF7A49"/>
    <w:rsid w:val="00B008FF"/>
    <w:rsid w:val="00B01F31"/>
    <w:rsid w:val="00B02D6B"/>
    <w:rsid w:val="00B03514"/>
    <w:rsid w:val="00B049AE"/>
    <w:rsid w:val="00B04A84"/>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5EA8"/>
    <w:rsid w:val="00B27BE8"/>
    <w:rsid w:val="00B27EBD"/>
    <w:rsid w:val="00B3281E"/>
    <w:rsid w:val="00B336FD"/>
    <w:rsid w:val="00B40B6D"/>
    <w:rsid w:val="00B41C95"/>
    <w:rsid w:val="00B42213"/>
    <w:rsid w:val="00B423E7"/>
    <w:rsid w:val="00B42FD3"/>
    <w:rsid w:val="00B43ABE"/>
    <w:rsid w:val="00B45A15"/>
    <w:rsid w:val="00B4621C"/>
    <w:rsid w:val="00B5182D"/>
    <w:rsid w:val="00B521E6"/>
    <w:rsid w:val="00B53D99"/>
    <w:rsid w:val="00B576A8"/>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C7B40"/>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312C"/>
    <w:rsid w:val="00BF4A47"/>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08B"/>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880"/>
    <w:rsid w:val="00D03953"/>
    <w:rsid w:val="00D03A95"/>
    <w:rsid w:val="00D03B86"/>
    <w:rsid w:val="00D04CD3"/>
    <w:rsid w:val="00D05EC1"/>
    <w:rsid w:val="00D061C7"/>
    <w:rsid w:val="00D074DA"/>
    <w:rsid w:val="00D07751"/>
    <w:rsid w:val="00D07D71"/>
    <w:rsid w:val="00D07F21"/>
    <w:rsid w:val="00D1071C"/>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60D5"/>
    <w:rsid w:val="00D413BD"/>
    <w:rsid w:val="00D42EC8"/>
    <w:rsid w:val="00D4382E"/>
    <w:rsid w:val="00D43BA6"/>
    <w:rsid w:val="00D44E10"/>
    <w:rsid w:val="00D45776"/>
    <w:rsid w:val="00D45D94"/>
    <w:rsid w:val="00D45E32"/>
    <w:rsid w:val="00D47D3E"/>
    <w:rsid w:val="00D52375"/>
    <w:rsid w:val="00D53BBD"/>
    <w:rsid w:val="00D57A94"/>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47F9C"/>
    <w:rsid w:val="00E540DC"/>
    <w:rsid w:val="00E55F31"/>
    <w:rsid w:val="00E56A06"/>
    <w:rsid w:val="00E57DF5"/>
    <w:rsid w:val="00E60C38"/>
    <w:rsid w:val="00E62CBA"/>
    <w:rsid w:val="00E62D70"/>
    <w:rsid w:val="00E644E1"/>
    <w:rsid w:val="00E64A70"/>
    <w:rsid w:val="00E651BF"/>
    <w:rsid w:val="00E6677F"/>
    <w:rsid w:val="00E673A4"/>
    <w:rsid w:val="00E723F5"/>
    <w:rsid w:val="00E7362E"/>
    <w:rsid w:val="00E742E0"/>
    <w:rsid w:val="00E7532E"/>
    <w:rsid w:val="00E75A6B"/>
    <w:rsid w:val="00E76265"/>
    <w:rsid w:val="00E77A1A"/>
    <w:rsid w:val="00E80BAF"/>
    <w:rsid w:val="00E80D39"/>
    <w:rsid w:val="00E829AB"/>
    <w:rsid w:val="00E82EFD"/>
    <w:rsid w:val="00E8556F"/>
    <w:rsid w:val="00E871F1"/>
    <w:rsid w:val="00E872A8"/>
    <w:rsid w:val="00E925AF"/>
    <w:rsid w:val="00E92B63"/>
    <w:rsid w:val="00E93512"/>
    <w:rsid w:val="00E94445"/>
    <w:rsid w:val="00E94F11"/>
    <w:rsid w:val="00E951C6"/>
    <w:rsid w:val="00E96FB9"/>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3EE8"/>
    <w:rsid w:val="00F540A6"/>
    <w:rsid w:val="00F541F3"/>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5D31"/>
    <w:rsid w:val="00F80A2C"/>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1DF"/>
    <w:rsid w:val="00FA7C50"/>
    <w:rsid w:val="00FB0A2F"/>
    <w:rsid w:val="00FB164C"/>
    <w:rsid w:val="00FB1997"/>
    <w:rsid w:val="00FB5145"/>
    <w:rsid w:val="00FB6831"/>
    <w:rsid w:val="00FC0EBE"/>
    <w:rsid w:val="00FC28A6"/>
    <w:rsid w:val="00FC2E90"/>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4C6D"/>
    <w:rsid w:val="00FE56EC"/>
    <w:rsid w:val="00FF1358"/>
    <w:rsid w:val="00FF4656"/>
    <w:rsid w:val="00FF5529"/>
    <w:rsid w:val="00FF6073"/>
    <w:rsid w:val="00FF60E3"/>
    <w:rsid w:val="00FF645B"/>
    <w:rsid w:val="00FF7ADB"/>
    <w:rsid w:val="0136CAE9"/>
    <w:rsid w:val="01D346CE"/>
    <w:rsid w:val="01E08A7D"/>
    <w:rsid w:val="02B28A03"/>
    <w:rsid w:val="036C6981"/>
    <w:rsid w:val="05643F33"/>
    <w:rsid w:val="0683CE5D"/>
    <w:rsid w:val="083B1FD9"/>
    <w:rsid w:val="09817820"/>
    <w:rsid w:val="0A5F0B1B"/>
    <w:rsid w:val="0CCF2B95"/>
    <w:rsid w:val="0F45EEBF"/>
    <w:rsid w:val="0F5CC4A5"/>
    <w:rsid w:val="0F66836A"/>
    <w:rsid w:val="0FCE82DE"/>
    <w:rsid w:val="11149CBA"/>
    <w:rsid w:val="11415D2A"/>
    <w:rsid w:val="118965E2"/>
    <w:rsid w:val="11DDA205"/>
    <w:rsid w:val="1292314A"/>
    <w:rsid w:val="1353417A"/>
    <w:rsid w:val="1476503E"/>
    <w:rsid w:val="14F4A550"/>
    <w:rsid w:val="15021C8E"/>
    <w:rsid w:val="1567C574"/>
    <w:rsid w:val="15DDBE7C"/>
    <w:rsid w:val="15E1964D"/>
    <w:rsid w:val="16B50672"/>
    <w:rsid w:val="187878EA"/>
    <w:rsid w:val="19DA7A54"/>
    <w:rsid w:val="1ACC6965"/>
    <w:rsid w:val="1B177A6F"/>
    <w:rsid w:val="1BAA0C0D"/>
    <w:rsid w:val="1C9816B5"/>
    <w:rsid w:val="1DCC0B51"/>
    <w:rsid w:val="1E040A27"/>
    <w:rsid w:val="1F0E967A"/>
    <w:rsid w:val="1FD099E8"/>
    <w:rsid w:val="200EE62F"/>
    <w:rsid w:val="22FB78B5"/>
    <w:rsid w:val="2457A8AF"/>
    <w:rsid w:val="25AE7022"/>
    <w:rsid w:val="26F216E9"/>
    <w:rsid w:val="27D7601A"/>
    <w:rsid w:val="294EA689"/>
    <w:rsid w:val="29D1B91B"/>
    <w:rsid w:val="2A5D5472"/>
    <w:rsid w:val="2B4C5C66"/>
    <w:rsid w:val="2BB34C8F"/>
    <w:rsid w:val="304A83D4"/>
    <w:rsid w:val="30DF8411"/>
    <w:rsid w:val="314751EF"/>
    <w:rsid w:val="3153DCD3"/>
    <w:rsid w:val="32204FD4"/>
    <w:rsid w:val="32E7607B"/>
    <w:rsid w:val="335F1D3E"/>
    <w:rsid w:val="33C36DF6"/>
    <w:rsid w:val="34D7E6B8"/>
    <w:rsid w:val="35834C27"/>
    <w:rsid w:val="358ACEF4"/>
    <w:rsid w:val="359FDF0D"/>
    <w:rsid w:val="36C755F0"/>
    <w:rsid w:val="37C02731"/>
    <w:rsid w:val="37D87D19"/>
    <w:rsid w:val="38723136"/>
    <w:rsid w:val="39C5B3A2"/>
    <w:rsid w:val="3A496BAE"/>
    <w:rsid w:val="3AB5D040"/>
    <w:rsid w:val="3BA03FEE"/>
    <w:rsid w:val="3D447888"/>
    <w:rsid w:val="3F25936C"/>
    <w:rsid w:val="4009207A"/>
    <w:rsid w:val="40DA0154"/>
    <w:rsid w:val="40EABF3C"/>
    <w:rsid w:val="421902D8"/>
    <w:rsid w:val="423A497A"/>
    <w:rsid w:val="424A7A99"/>
    <w:rsid w:val="42A83458"/>
    <w:rsid w:val="43D45E33"/>
    <w:rsid w:val="441590DC"/>
    <w:rsid w:val="457E7FEC"/>
    <w:rsid w:val="46918930"/>
    <w:rsid w:val="471DEBBC"/>
    <w:rsid w:val="472DA5A3"/>
    <w:rsid w:val="48E627BA"/>
    <w:rsid w:val="498A9DAC"/>
    <w:rsid w:val="4A703DC8"/>
    <w:rsid w:val="4B1AC18E"/>
    <w:rsid w:val="4C238C65"/>
    <w:rsid w:val="4CC7FC08"/>
    <w:rsid w:val="4D7FC15D"/>
    <w:rsid w:val="4F5B7270"/>
    <w:rsid w:val="4FE3679F"/>
    <w:rsid w:val="5140B44D"/>
    <w:rsid w:val="527B457E"/>
    <w:rsid w:val="52D0ABA3"/>
    <w:rsid w:val="52D7245C"/>
    <w:rsid w:val="539DE1FB"/>
    <w:rsid w:val="549A5E30"/>
    <w:rsid w:val="55B92036"/>
    <w:rsid w:val="57539E4E"/>
    <w:rsid w:val="57FD1878"/>
    <w:rsid w:val="58ED6397"/>
    <w:rsid w:val="5A7C719F"/>
    <w:rsid w:val="5BE37180"/>
    <w:rsid w:val="5F04E0CE"/>
    <w:rsid w:val="5F536941"/>
    <w:rsid w:val="5FA14CC9"/>
    <w:rsid w:val="600D00FC"/>
    <w:rsid w:val="60B329D4"/>
    <w:rsid w:val="60DC326A"/>
    <w:rsid w:val="62C4A961"/>
    <w:rsid w:val="642894C8"/>
    <w:rsid w:val="645EF9D3"/>
    <w:rsid w:val="668000E0"/>
    <w:rsid w:val="6733AD89"/>
    <w:rsid w:val="68326B78"/>
    <w:rsid w:val="683F7501"/>
    <w:rsid w:val="68B5CCB8"/>
    <w:rsid w:val="69B8D9EB"/>
    <w:rsid w:val="69C616E9"/>
    <w:rsid w:val="6A614B68"/>
    <w:rsid w:val="6B242C47"/>
    <w:rsid w:val="6BB044B8"/>
    <w:rsid w:val="6C374333"/>
    <w:rsid w:val="6C3E7963"/>
    <w:rsid w:val="6C6454A6"/>
    <w:rsid w:val="6D988D68"/>
    <w:rsid w:val="6DB28DB9"/>
    <w:rsid w:val="6E7CB156"/>
    <w:rsid w:val="6ED7D3CA"/>
    <w:rsid w:val="702A5F2B"/>
    <w:rsid w:val="7145922A"/>
    <w:rsid w:val="717AF791"/>
    <w:rsid w:val="73B3F61A"/>
    <w:rsid w:val="75207DE6"/>
    <w:rsid w:val="75D1DDD9"/>
    <w:rsid w:val="761C165A"/>
    <w:rsid w:val="777F4AFC"/>
    <w:rsid w:val="77AD8B5D"/>
    <w:rsid w:val="781DA21D"/>
    <w:rsid w:val="78FFCDF3"/>
    <w:rsid w:val="7970C930"/>
    <w:rsid w:val="79BE7C91"/>
    <w:rsid w:val="7AE80C7B"/>
    <w:rsid w:val="7B36003F"/>
    <w:rsid w:val="7B70FE70"/>
    <w:rsid w:val="7B7CD4FD"/>
    <w:rsid w:val="7BFACE5B"/>
    <w:rsid w:val="7D5996D8"/>
    <w:rsid w:val="7DAE5957"/>
    <w:rsid w:val="7E3D660F"/>
    <w:rsid w:val="7E681E55"/>
    <w:rsid w:val="7E98F85D"/>
    <w:rsid w:val="7F374E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6D7D4C"/>
  <w15:docId w15:val="{FDA37310-F759-9E45-A648-71FBFA2A8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customStyle="1" w:styleId="KommentartextZchn">
    <w:name w:val="Kommentartext Zchn"/>
    <w:basedOn w:val="Absatz-Standardschriftart"/>
    <w:link w:val="Kommentartext"/>
    <w:uiPriority w:val="99"/>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customStyle="1" w:styleId="paragraph">
    <w:name w:val="paragraph"/>
    <w:basedOn w:val="Standard"/>
    <w:rsid w:val="005B20B4"/>
    <w:pPr>
      <w:spacing w:before="100" w:beforeAutospacing="1" w:after="100" w:afterAutospacing="1"/>
    </w:pPr>
    <w:rPr>
      <w:lang w:val="de-DE" w:eastAsia="de-DE"/>
    </w:rPr>
  </w:style>
  <w:style w:type="character" w:customStyle="1" w:styleId="normaltextrun">
    <w:name w:val="normaltextrun"/>
    <w:basedOn w:val="Absatz-Standardschriftart"/>
    <w:rsid w:val="005B20B4"/>
  </w:style>
  <w:style w:type="character" w:customStyle="1" w:styleId="eop">
    <w:name w:val="eop"/>
    <w:basedOn w:val="Absatz-Standardschriftart"/>
    <w:rsid w:val="005B20B4"/>
  </w:style>
  <w:style w:type="character" w:customStyle="1" w:styleId="scxw54580859">
    <w:name w:val="scxw54580859"/>
    <w:basedOn w:val="Absatz-Standardschriftart"/>
    <w:rsid w:val="005B20B4"/>
  </w:style>
  <w:style w:type="character" w:customStyle="1" w:styleId="ui-provider">
    <w:name w:val="ui-provider"/>
    <w:basedOn w:val="Absatz-Standardschriftart"/>
    <w:rsid w:val="006A2394"/>
  </w:style>
  <w:style w:type="paragraph" w:styleId="StandardWeb">
    <w:name w:val="Normal (Web)"/>
    <w:basedOn w:val="Standard"/>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instagram.com/riedelcommunications" TargetMode="External"/><Relationship Id="rId3" Type="http://schemas.openxmlformats.org/officeDocument/2006/relationships/customXml" Target="../customXml/item3.xml"/><Relationship Id="rId21" Type="http://schemas.openxmlformats.org/officeDocument/2006/relationships/hyperlink" Target="http://www.riedel.net/" TargetMode="External"/><Relationship Id="rId7" Type="http://schemas.openxmlformats.org/officeDocument/2006/relationships/webSettings" Target="webSettings.xml"/><Relationship Id="rId12" Type="http://schemas.openxmlformats.org/officeDocument/2006/relationships/hyperlink" Target="https://www.linkedin.com/company/549773"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de.pinterest.com/RIEDELnet/" TargetMode="External"/><Relationship Id="rId20" Type="http://schemas.openxmlformats.org/officeDocument/2006/relationships/hyperlink" Target="mailto:press@riedel.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c/RiedelNe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nnah.Kaufmann/Downloads/Template%20PR%20D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e0ab75475a9c12f7f16800156bed802e">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8ee021efa8a4761e2141e42f445d9b3e"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b6ed48-a9b2-4d09-8352-9933fe3f4900">
      <Terms xmlns="http://schemas.microsoft.com/office/infopath/2007/PartnerControls"/>
    </lcf76f155ced4ddcb4097134ff3c332f>
    <TaxCatchAll xmlns="396e2555-6062-4de9-8c0e-7d9d80615b93" xsi:nil="true"/>
    <DateandTime xmlns="08b6ed48-a9b2-4d09-8352-9933fe3f4900" xsi:nil="true"/>
  </documentManagement>
</p:properties>
</file>

<file path=customXml/itemProps1.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2.xml><?xml version="1.0" encoding="utf-8"?>
<ds:datastoreItem xmlns:ds="http://schemas.openxmlformats.org/officeDocument/2006/customXml" ds:itemID="{F084AEF6-339E-4094-BEAA-B9C4C2E1E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docProps/app.xml><?xml version="1.0" encoding="utf-8"?>
<Properties xmlns="http://schemas.openxmlformats.org/officeDocument/2006/extended-properties" xmlns:vt="http://schemas.openxmlformats.org/officeDocument/2006/docPropsVTypes">
  <Template>Template PR DE.dotx</Template>
  <TotalTime>0</TotalTime>
  <Pages>3</Pages>
  <Words>861</Words>
  <Characters>5425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Kaufmann (Riedel)</dc:creator>
  <cp:keywords/>
  <cp:lastModifiedBy>Hannah Kaufmann (Riedel)</cp:lastModifiedBy>
  <cp:revision>2</cp:revision>
  <cp:lastPrinted>2018-03-13T15:49:00Z</cp:lastPrinted>
  <dcterms:created xsi:type="dcterms:W3CDTF">2026-01-26T18:38:00Z</dcterms:created>
  <dcterms:modified xsi:type="dcterms:W3CDTF">2026-01-26T18:38:00Z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0x0101008BA8B72CC29BE84ABC8192F7CCF053B8</vt:lpwstr>
  </property>
</Properties>
</file>